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F30BE" w14:textId="77777777" w:rsidR="004A5645" w:rsidRDefault="006C7087">
      <w:pPr>
        <w:pStyle w:val="3"/>
      </w:pPr>
      <w:bookmarkStart w:id="0" w:name="_Toc515532780"/>
      <w:bookmarkStart w:id="1" w:name="_Toc515559663"/>
      <w:bookmarkStart w:id="2" w:name="_Toc515556791"/>
      <w:bookmarkStart w:id="3" w:name="_Toc516824829"/>
      <w:r>
        <w:rPr>
          <w:rFonts w:hint="eastAsia"/>
        </w:rPr>
        <w:t>附件</w:t>
      </w:r>
      <w:r>
        <w:rPr>
          <w:rFonts w:hint="eastAsia"/>
        </w:rPr>
        <w:t>1</w:t>
      </w:r>
      <w:bookmarkEnd w:id="0"/>
      <w:bookmarkEnd w:id="1"/>
      <w:bookmarkEnd w:id="2"/>
      <w:bookmarkEnd w:id="3"/>
    </w:p>
    <w:p w14:paraId="6C3DB167" w14:textId="77777777" w:rsidR="004A5645" w:rsidRDefault="006C7087">
      <w:pPr>
        <w:pStyle w:val="ab"/>
        <w:jc w:val="center"/>
        <w:rPr>
          <w:rStyle w:val="2Char"/>
          <w:rFonts w:ascii="微软雅黑" w:eastAsia="微软雅黑" w:hAnsi="微软雅黑"/>
        </w:rPr>
      </w:pPr>
      <w:bookmarkStart w:id="4" w:name="_Toc500409102"/>
      <w:bookmarkStart w:id="5" w:name="_Toc513999656"/>
      <w:bookmarkStart w:id="6" w:name="_Toc515532781"/>
      <w:bookmarkStart w:id="7" w:name="_Toc500160243"/>
      <w:bookmarkStart w:id="8" w:name="_Toc516824830"/>
      <w:bookmarkStart w:id="9" w:name="_Toc500160854"/>
      <w:bookmarkStart w:id="10" w:name="_Toc511169605"/>
      <w:bookmarkStart w:id="11" w:name="_Toc500243357"/>
      <w:bookmarkStart w:id="12" w:name="_Toc500160562"/>
      <w:bookmarkStart w:id="13" w:name="_Toc503866475"/>
      <w:bookmarkStart w:id="14" w:name="_Toc514002370"/>
      <w:bookmarkStart w:id="15" w:name="_Toc515559664"/>
      <w:bookmarkStart w:id="16" w:name="_Toc458412155"/>
      <w:bookmarkStart w:id="17" w:name="_Toc515556792"/>
      <w:bookmarkStart w:id="18" w:name="_Toc500160378"/>
      <w:r>
        <w:rPr>
          <w:rStyle w:val="2Char"/>
          <w:rFonts w:ascii="微软雅黑" w:eastAsia="微软雅黑" w:hAnsi="微软雅黑" w:hint="eastAsia"/>
        </w:rPr>
        <w:t>法定代表人身份证明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15CBA818" w14:textId="77777777" w:rsidR="004A5645" w:rsidRDefault="006C7087">
      <w:pPr>
        <w:spacing w:line="500" w:lineRule="exact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投 标 人：</w:t>
      </w:r>
    </w:p>
    <w:p w14:paraId="40FC54F2" w14:textId="77777777" w:rsidR="004A5645" w:rsidRDefault="006C7087">
      <w:pPr>
        <w:spacing w:line="500" w:lineRule="exact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地    址：</w:t>
      </w:r>
    </w:p>
    <w:p w14:paraId="2B53928B" w14:textId="77777777" w:rsidR="004A5645" w:rsidRDefault="006C7087">
      <w:pPr>
        <w:spacing w:line="500" w:lineRule="exact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成立时间：</w:t>
      </w:r>
      <w:r>
        <w:rPr>
          <w:rFonts w:ascii="微软雅黑" w:eastAsia="微软雅黑" w:hAnsi="微软雅黑" w:cs="宋体"/>
          <w:sz w:val="24"/>
          <w:u w:val="single"/>
        </w:rPr>
        <w:t xml:space="preserve">    </w:t>
      </w:r>
      <w:r>
        <w:rPr>
          <w:rFonts w:ascii="微软雅黑" w:eastAsia="微软雅黑" w:hAnsi="微软雅黑" w:cs="宋体" w:hint="eastAsia"/>
          <w:sz w:val="24"/>
        </w:rPr>
        <w:t>年</w:t>
      </w:r>
      <w:r>
        <w:rPr>
          <w:rFonts w:ascii="微软雅黑" w:eastAsia="微软雅黑" w:hAnsi="微软雅黑" w:cs="宋体"/>
          <w:sz w:val="24"/>
          <w:u w:val="single"/>
        </w:rPr>
        <w:t xml:space="preserve">  </w:t>
      </w:r>
      <w:r>
        <w:rPr>
          <w:rFonts w:ascii="微软雅黑" w:eastAsia="微软雅黑" w:hAnsi="微软雅黑" w:cs="宋体" w:hint="eastAsia"/>
          <w:sz w:val="24"/>
        </w:rPr>
        <w:t>月</w:t>
      </w:r>
      <w:r>
        <w:rPr>
          <w:rFonts w:ascii="微软雅黑" w:eastAsia="微软雅黑" w:hAnsi="微软雅黑" w:cs="宋体"/>
          <w:sz w:val="24"/>
          <w:u w:val="single"/>
        </w:rPr>
        <w:t xml:space="preserve">  </w:t>
      </w:r>
      <w:r>
        <w:rPr>
          <w:rFonts w:ascii="微软雅黑" w:eastAsia="微软雅黑" w:hAnsi="微软雅黑" w:cs="宋体" w:hint="eastAsia"/>
          <w:sz w:val="24"/>
        </w:rPr>
        <w:t>日</w:t>
      </w:r>
    </w:p>
    <w:p w14:paraId="4029B50A" w14:textId="77777777" w:rsidR="004A5645" w:rsidRDefault="006C7087">
      <w:pPr>
        <w:spacing w:line="500" w:lineRule="exact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经营期限：</w:t>
      </w:r>
    </w:p>
    <w:p w14:paraId="1B13129B" w14:textId="77777777" w:rsidR="004A5645" w:rsidRDefault="006C7087">
      <w:pPr>
        <w:spacing w:line="500" w:lineRule="exact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姓    名：                 性    别：</w:t>
      </w:r>
    </w:p>
    <w:p w14:paraId="45BD9335" w14:textId="77777777" w:rsidR="004A5645" w:rsidRDefault="006C7087">
      <w:pPr>
        <w:spacing w:line="500" w:lineRule="exact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 xml:space="preserve">年    龄：                 职    </w:t>
      </w:r>
      <w:proofErr w:type="gramStart"/>
      <w:r>
        <w:rPr>
          <w:rFonts w:ascii="微软雅黑" w:eastAsia="微软雅黑" w:hAnsi="微软雅黑" w:cs="宋体" w:hint="eastAsia"/>
          <w:sz w:val="24"/>
        </w:rPr>
        <w:t>务</w:t>
      </w:r>
      <w:proofErr w:type="gramEnd"/>
      <w:r>
        <w:rPr>
          <w:rFonts w:ascii="微软雅黑" w:eastAsia="微软雅黑" w:hAnsi="微软雅黑" w:cs="宋体" w:hint="eastAsia"/>
          <w:sz w:val="24"/>
        </w:rPr>
        <w:t>：</w:t>
      </w:r>
    </w:p>
    <w:p w14:paraId="14C53C5C" w14:textId="77777777" w:rsidR="004A5645" w:rsidRDefault="006C7087">
      <w:pPr>
        <w:spacing w:line="500" w:lineRule="exact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系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          （投标人名称）         </w:t>
      </w:r>
      <w:r>
        <w:rPr>
          <w:rFonts w:ascii="微软雅黑" w:eastAsia="微软雅黑" w:hAnsi="微软雅黑" w:cs="宋体" w:hint="eastAsia"/>
          <w:sz w:val="24"/>
        </w:rPr>
        <w:t>的法定代表人。</w:t>
      </w:r>
    </w:p>
    <w:p w14:paraId="6DA962AC" w14:textId="77777777" w:rsidR="004A5645" w:rsidRDefault="006C7087">
      <w:pPr>
        <w:spacing w:line="500" w:lineRule="exact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特此证明。</w:t>
      </w:r>
    </w:p>
    <w:p w14:paraId="163B44BE" w14:textId="77777777" w:rsidR="004A5645" w:rsidRDefault="004411F8">
      <w:pPr>
        <w:spacing w:line="500" w:lineRule="exact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/>
          <w:sz w:val="24"/>
        </w:rPr>
        <w:pict w14:anchorId="3FA48913">
          <v:oval id="椭圆 38" o:spid="_x0000_s2114" style="position:absolute;left:0;text-align:left;margin-left:156.75pt;margin-top:17.3pt;width:102pt;height:102pt;z-index:251661312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" filled="f">
            <v:stroke dashstyle="longDash"/>
          </v:oval>
        </w:pict>
      </w:r>
      <w:r>
        <w:rPr>
          <w:rFonts w:ascii="微软雅黑" w:eastAsia="微软雅黑" w:hAnsi="微软雅黑"/>
          <w:sz w:val="24"/>
        </w:rPr>
        <w:pict w14:anchorId="262B67C9">
          <v:roundrect id="矩形: 圆角 37" o:spid="_x0000_s2113" style="position:absolute;left:0;text-align:left;margin-left:2.7pt;margin-top:8.4pt;width:202.5pt;height:116.25pt;z-index:251659264;mso-width-relative:page;mso-height-relative:pag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" strokecolor="#0d0d0d">
            <v:stroke dashstyle="dash"/>
            <v:textbox>
              <w:txbxContent>
                <w:p w14:paraId="3E69C15F" w14:textId="77777777" w:rsidR="004A5645" w:rsidRDefault="004A5645">
                  <w:pPr>
                    <w:jc w:val="center"/>
                  </w:pPr>
                </w:p>
                <w:p w14:paraId="7A2C300D" w14:textId="77777777" w:rsidR="004A5645" w:rsidRDefault="004A5645">
                  <w:pPr>
                    <w:jc w:val="center"/>
                  </w:pPr>
                </w:p>
                <w:p w14:paraId="0C3C5B10" w14:textId="77777777" w:rsidR="004A5645" w:rsidRDefault="004A5645">
                  <w:pPr>
                    <w:jc w:val="center"/>
                  </w:pPr>
                </w:p>
                <w:p w14:paraId="027E1D81" w14:textId="77777777" w:rsidR="004A5645" w:rsidRDefault="006C7087">
                  <w:pPr>
                    <w:jc w:val="center"/>
                  </w:pPr>
                  <w:r>
                    <w:rPr>
                      <w:rFonts w:hint="eastAsia"/>
                      <w:highlight w:val="white"/>
                    </w:rPr>
                    <w:t>法定代表人身份证正面</w:t>
                  </w:r>
                  <w:r>
                    <w:rPr>
                      <w:rFonts w:ascii="宋体" w:eastAsia="宋体" w:hAnsi="宋体" w:cs="宋体" w:hint="eastAsia"/>
                      <w:highlight w:val="white"/>
                    </w:rPr>
                    <w:t>（国徽）</w:t>
                  </w:r>
                </w:p>
              </w:txbxContent>
            </v:textbox>
          </v:roundrect>
        </w:pict>
      </w:r>
      <w:r>
        <w:rPr>
          <w:rFonts w:ascii="微软雅黑" w:eastAsia="微软雅黑" w:hAnsi="微软雅黑"/>
          <w:sz w:val="24"/>
        </w:rPr>
        <w:pict w14:anchorId="6A39413D">
          <v:roundrect id="矩形: 圆角 36" o:spid="_x0000_s2112" style="position:absolute;left:0;text-align:left;margin-left:209.7pt;margin-top:8.4pt;width:202.5pt;height:116.25pt;z-index:251660288;mso-width-relative:page;mso-height-relative:pag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">
            <v:stroke dashstyle="dash"/>
            <v:textbox>
              <w:txbxContent>
                <w:p w14:paraId="683B40B8" w14:textId="77777777" w:rsidR="004A5645" w:rsidRDefault="004A5645"/>
                <w:p w14:paraId="442ECEDA" w14:textId="77777777" w:rsidR="004A5645" w:rsidRDefault="004A5645"/>
                <w:p w14:paraId="52C24C46" w14:textId="77777777" w:rsidR="004A5645" w:rsidRDefault="004A5645"/>
                <w:p w14:paraId="02F4F36C" w14:textId="77777777" w:rsidR="004A5645" w:rsidRDefault="006C7087">
                  <w:pPr>
                    <w:jc w:val="center"/>
                  </w:pPr>
                  <w:r>
                    <w:rPr>
                      <w:rFonts w:hint="eastAsia"/>
                      <w:highlight w:val="white"/>
                    </w:rPr>
                    <w:t>法定代表人身份证背面</w:t>
                  </w:r>
                  <w:r>
                    <w:rPr>
                      <w:rFonts w:ascii="宋体" w:eastAsia="宋体" w:hAnsi="宋体" w:cs="宋体" w:hint="eastAsia"/>
                      <w:highlight w:val="white"/>
                    </w:rPr>
                    <w:t>（人像）</w:t>
                  </w:r>
                </w:p>
              </w:txbxContent>
            </v:textbox>
          </v:roundrect>
        </w:pict>
      </w:r>
    </w:p>
    <w:p w14:paraId="7AC8E1FF" w14:textId="77777777" w:rsidR="004A5645" w:rsidRDefault="004A5645">
      <w:pPr>
        <w:spacing w:line="500" w:lineRule="exact"/>
        <w:rPr>
          <w:rFonts w:ascii="微软雅黑" w:eastAsia="微软雅黑" w:hAnsi="微软雅黑" w:cs="宋体"/>
          <w:sz w:val="24"/>
        </w:rPr>
      </w:pPr>
    </w:p>
    <w:p w14:paraId="0792DD97" w14:textId="77777777" w:rsidR="004A5645" w:rsidRDefault="004A5645">
      <w:pPr>
        <w:wordWrap w:val="0"/>
        <w:spacing w:line="500" w:lineRule="exact"/>
        <w:jc w:val="right"/>
        <w:rPr>
          <w:rFonts w:ascii="微软雅黑" w:eastAsia="微软雅黑" w:hAnsi="微软雅黑" w:cs="宋体"/>
          <w:sz w:val="24"/>
        </w:rPr>
      </w:pPr>
    </w:p>
    <w:p w14:paraId="284B9757" w14:textId="77777777" w:rsidR="004A5645" w:rsidRDefault="004A5645">
      <w:pPr>
        <w:spacing w:line="500" w:lineRule="exact"/>
        <w:jc w:val="right"/>
        <w:rPr>
          <w:rFonts w:ascii="微软雅黑" w:eastAsia="微软雅黑" w:hAnsi="微软雅黑" w:cs="宋体"/>
          <w:sz w:val="24"/>
        </w:rPr>
      </w:pPr>
    </w:p>
    <w:p w14:paraId="76F9A1E5" w14:textId="77777777" w:rsidR="004A5645" w:rsidRDefault="004A5645">
      <w:pPr>
        <w:spacing w:line="500" w:lineRule="exact"/>
        <w:jc w:val="right"/>
        <w:rPr>
          <w:rFonts w:ascii="微软雅黑" w:eastAsia="微软雅黑" w:hAnsi="微软雅黑" w:cs="宋体"/>
          <w:sz w:val="24"/>
        </w:rPr>
      </w:pPr>
    </w:p>
    <w:p w14:paraId="61C4BE5B" w14:textId="6BF81414" w:rsidR="004A5645" w:rsidRDefault="006C7087">
      <w:pPr>
        <w:spacing w:before="240" w:after="100" w:afterAutospacing="1" w:line="288" w:lineRule="auto"/>
        <w:ind w:firstLine="480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注：法定代表人身份证原件扫描件（正反双面，加盖公章）</w:t>
      </w:r>
    </w:p>
    <w:p w14:paraId="53C7A61D" w14:textId="77777777" w:rsidR="004A5645" w:rsidRDefault="006C7087">
      <w:pPr>
        <w:wordWrap w:val="0"/>
        <w:spacing w:line="500" w:lineRule="exact"/>
        <w:jc w:val="righ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 xml:space="preserve">      </w:t>
      </w:r>
      <w:r>
        <w:rPr>
          <w:rFonts w:ascii="微软雅黑" w:eastAsia="微软雅黑" w:hAnsi="微软雅黑"/>
          <w:sz w:val="24"/>
        </w:rPr>
        <w:t xml:space="preserve">  </w:t>
      </w:r>
      <w:r>
        <w:rPr>
          <w:rFonts w:ascii="微软雅黑" w:eastAsia="微软雅黑" w:hAnsi="微软雅黑" w:cs="宋体" w:hint="eastAsia"/>
          <w:sz w:val="24"/>
        </w:rPr>
        <w:t>投标人：</w:t>
      </w:r>
      <w:r>
        <w:rPr>
          <w:rFonts w:ascii="微软雅黑" w:eastAsia="微软雅黑" w:hAnsi="微软雅黑"/>
          <w:sz w:val="24"/>
          <w:u w:val="single"/>
        </w:rPr>
        <w:t xml:space="preserve">                          </w:t>
      </w:r>
      <w:r>
        <w:rPr>
          <w:rFonts w:ascii="微软雅黑" w:eastAsia="微软雅黑" w:hAnsi="微软雅黑" w:cs="宋体" w:hint="eastAsia"/>
          <w:sz w:val="24"/>
        </w:rPr>
        <w:t>（单位公章）</w:t>
      </w:r>
    </w:p>
    <w:p w14:paraId="2D3C8672" w14:textId="77777777" w:rsidR="004A5645" w:rsidRDefault="006C7087">
      <w:pPr>
        <w:tabs>
          <w:tab w:val="left" w:pos="8306"/>
        </w:tabs>
        <w:wordWrap w:val="0"/>
        <w:spacing w:line="500" w:lineRule="exact"/>
        <w:ind w:right="-58"/>
        <w:jc w:val="center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 xml:space="preserve">                                    </w:t>
      </w:r>
      <w:r>
        <w:rPr>
          <w:rFonts w:ascii="微软雅黑" w:eastAsia="微软雅黑" w:hAnsi="微软雅黑" w:cs="宋体" w:hint="eastAsia"/>
          <w:sz w:val="24"/>
        </w:rPr>
        <w:t>法定代表人：</w:t>
      </w:r>
      <w:r>
        <w:rPr>
          <w:rFonts w:ascii="微软雅黑" w:eastAsia="微软雅黑" w:hAnsi="微软雅黑"/>
          <w:sz w:val="24"/>
          <w:u w:val="single"/>
        </w:rPr>
        <w:t xml:space="preserve">                          </w:t>
      </w:r>
      <w:r>
        <w:rPr>
          <w:rFonts w:ascii="微软雅黑" w:eastAsia="微软雅黑" w:hAnsi="微软雅黑" w:cs="宋体" w:hint="eastAsia"/>
          <w:sz w:val="24"/>
        </w:rPr>
        <w:t>（签字或签章）</w:t>
      </w:r>
    </w:p>
    <w:p w14:paraId="05FE8A13" w14:textId="77777777" w:rsidR="004A5645" w:rsidRDefault="006C7087">
      <w:pPr>
        <w:wordWrap w:val="0"/>
        <w:spacing w:line="500" w:lineRule="exact"/>
        <w:jc w:val="righ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 xml:space="preserve">       </w:t>
      </w:r>
      <w:r>
        <w:rPr>
          <w:rFonts w:ascii="微软雅黑" w:eastAsia="微软雅黑" w:hAnsi="微软雅黑"/>
          <w:sz w:val="24"/>
        </w:rPr>
        <w:t xml:space="preserve">          </w:t>
      </w:r>
      <w:r>
        <w:rPr>
          <w:rFonts w:ascii="微软雅黑" w:eastAsia="微软雅黑" w:hAnsi="微软雅黑" w:hint="eastAsia"/>
          <w:sz w:val="24"/>
        </w:rPr>
        <w:t>固定</w:t>
      </w:r>
      <w:r>
        <w:rPr>
          <w:rFonts w:ascii="微软雅黑" w:eastAsia="微软雅黑" w:hAnsi="微软雅黑"/>
          <w:sz w:val="24"/>
        </w:rPr>
        <w:t>电话：</w:t>
      </w:r>
      <w:r>
        <w:rPr>
          <w:rFonts w:ascii="微软雅黑" w:eastAsia="微软雅黑" w:hAnsi="微软雅黑" w:hint="eastAsia"/>
          <w:sz w:val="24"/>
          <w:u w:val="single"/>
        </w:rPr>
        <w:t xml:space="preserve">                              </w:t>
      </w:r>
      <w:r>
        <w:rPr>
          <w:rFonts w:ascii="微软雅黑" w:eastAsia="微软雅黑" w:hAnsi="微软雅黑"/>
          <w:sz w:val="24"/>
          <w:u w:val="single"/>
        </w:rPr>
        <w:t xml:space="preserve">  </w:t>
      </w:r>
    </w:p>
    <w:p w14:paraId="1103B965" w14:textId="77777777" w:rsidR="004A5645" w:rsidRDefault="006C7087">
      <w:pPr>
        <w:wordWrap w:val="0"/>
        <w:spacing w:line="500" w:lineRule="exact"/>
        <w:jc w:val="righ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 xml:space="preserve">                               </w:t>
      </w:r>
      <w:r>
        <w:rPr>
          <w:rFonts w:ascii="微软雅黑" w:eastAsia="微软雅黑" w:hAnsi="微软雅黑"/>
          <w:sz w:val="24"/>
        </w:rPr>
        <w:t xml:space="preserve">          手机</w:t>
      </w:r>
      <w:r>
        <w:rPr>
          <w:rFonts w:ascii="微软雅黑" w:eastAsia="微软雅黑" w:hAnsi="微软雅黑" w:hint="eastAsia"/>
          <w:sz w:val="24"/>
        </w:rPr>
        <w:t>号</w:t>
      </w:r>
      <w:r>
        <w:rPr>
          <w:rFonts w:ascii="微软雅黑" w:eastAsia="微软雅黑" w:hAnsi="微软雅黑"/>
          <w:sz w:val="24"/>
        </w:rPr>
        <w:t>：</w:t>
      </w:r>
      <w:r>
        <w:rPr>
          <w:rFonts w:ascii="微软雅黑" w:eastAsia="微软雅黑" w:hAnsi="微软雅黑" w:hint="eastAsia"/>
          <w:sz w:val="24"/>
          <w:u w:val="single"/>
        </w:rPr>
        <w:t xml:space="preserve">                                </w:t>
      </w:r>
    </w:p>
    <w:p w14:paraId="56EC1DE6" w14:textId="77777777" w:rsidR="004A5645" w:rsidRDefault="006C7087">
      <w:pPr>
        <w:wordWrap w:val="0"/>
        <w:spacing w:line="500" w:lineRule="exact"/>
        <w:jc w:val="righ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 xml:space="preserve">                               </w:t>
      </w:r>
      <w:r>
        <w:rPr>
          <w:rFonts w:ascii="微软雅黑" w:eastAsia="微软雅黑" w:hAnsi="微软雅黑"/>
          <w:sz w:val="24"/>
        </w:rPr>
        <w:t xml:space="preserve">          </w:t>
      </w:r>
      <w:r>
        <w:rPr>
          <w:rFonts w:ascii="微软雅黑" w:eastAsia="微软雅黑" w:hAnsi="微软雅黑" w:hint="eastAsia"/>
          <w:sz w:val="24"/>
        </w:rPr>
        <w:t>电子邮箱</w:t>
      </w:r>
      <w:r>
        <w:rPr>
          <w:rFonts w:ascii="微软雅黑" w:eastAsia="微软雅黑" w:hAnsi="微软雅黑"/>
          <w:sz w:val="24"/>
        </w:rPr>
        <w:t>：</w:t>
      </w:r>
      <w:r>
        <w:rPr>
          <w:rFonts w:ascii="微软雅黑" w:eastAsia="微软雅黑" w:hAnsi="微软雅黑" w:hint="eastAsia"/>
          <w:sz w:val="24"/>
          <w:u w:val="single"/>
        </w:rPr>
        <w:t xml:space="preserve">                              </w:t>
      </w:r>
    </w:p>
    <w:p w14:paraId="3B43E1F6" w14:textId="77777777" w:rsidR="004A5645" w:rsidRDefault="006C7087">
      <w:pPr>
        <w:wordWrap w:val="0"/>
        <w:spacing w:line="500" w:lineRule="exact"/>
        <w:jc w:val="left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 xml:space="preserve">                                                     </w:t>
      </w:r>
      <w:r>
        <w:rPr>
          <w:rFonts w:ascii="微软雅黑" w:eastAsia="微软雅黑" w:hAnsi="微软雅黑" w:cs="宋体"/>
          <w:sz w:val="24"/>
        </w:rPr>
        <w:t xml:space="preserve">          </w:t>
      </w:r>
      <w:r>
        <w:rPr>
          <w:rFonts w:ascii="微软雅黑" w:eastAsia="微软雅黑" w:hAnsi="微软雅黑" w:cs="宋体" w:hint="eastAsia"/>
          <w:sz w:val="24"/>
        </w:rPr>
        <w:t>日期：</w:t>
      </w:r>
      <w:r>
        <w:rPr>
          <w:rFonts w:ascii="微软雅黑" w:eastAsia="微软雅黑" w:hAnsi="微软雅黑" w:cs="宋体"/>
          <w:sz w:val="24"/>
          <w:u w:val="single"/>
        </w:rPr>
        <w:t xml:space="preserve">    </w:t>
      </w:r>
      <w:r>
        <w:rPr>
          <w:rFonts w:ascii="微软雅黑" w:eastAsia="微软雅黑" w:hAnsi="微软雅黑" w:cs="宋体" w:hint="eastAsia"/>
          <w:sz w:val="24"/>
        </w:rPr>
        <w:t>年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  </w:t>
      </w:r>
      <w:r>
        <w:rPr>
          <w:rFonts w:ascii="微软雅黑" w:eastAsia="微软雅黑" w:hAnsi="微软雅黑" w:cs="宋体" w:hint="eastAsia"/>
          <w:sz w:val="24"/>
        </w:rPr>
        <w:t>月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  </w:t>
      </w:r>
      <w:r>
        <w:rPr>
          <w:rFonts w:ascii="微软雅黑" w:eastAsia="微软雅黑" w:hAnsi="微软雅黑" w:cs="宋体" w:hint="eastAsia"/>
          <w:sz w:val="24"/>
        </w:rPr>
        <w:t>日</w:t>
      </w:r>
    </w:p>
    <w:p w14:paraId="3640794D" w14:textId="77777777" w:rsidR="004A5645" w:rsidRDefault="006C7087">
      <w:pPr>
        <w:pStyle w:val="3"/>
      </w:pPr>
      <w:r>
        <w:br w:type="page"/>
      </w:r>
      <w:bookmarkStart w:id="19" w:name="_Toc516824831"/>
      <w:bookmarkStart w:id="20" w:name="_Toc515532782"/>
      <w:bookmarkStart w:id="21" w:name="_Toc515559665"/>
      <w:bookmarkStart w:id="22" w:name="_Toc511169606"/>
      <w:bookmarkStart w:id="23" w:name="_Toc515556793"/>
      <w:r>
        <w:lastRenderedPageBreak/>
        <w:t>附件</w:t>
      </w:r>
      <w:r>
        <w:t>2</w:t>
      </w:r>
      <w:bookmarkEnd w:id="19"/>
      <w:bookmarkEnd w:id="20"/>
      <w:bookmarkEnd w:id="21"/>
      <w:bookmarkEnd w:id="22"/>
      <w:bookmarkEnd w:id="23"/>
    </w:p>
    <w:p w14:paraId="627A5E21" w14:textId="77777777" w:rsidR="004A5645" w:rsidRDefault="006C7087">
      <w:pPr>
        <w:jc w:val="center"/>
        <w:rPr>
          <w:rStyle w:val="2Char"/>
          <w:rFonts w:ascii="微软雅黑" w:eastAsia="微软雅黑" w:hAnsi="微软雅黑"/>
        </w:rPr>
      </w:pPr>
      <w:bookmarkStart w:id="24" w:name="_Toc515556794"/>
      <w:bookmarkStart w:id="25" w:name="_Toc515532783"/>
      <w:bookmarkStart w:id="26" w:name="_Toc516824832"/>
      <w:bookmarkStart w:id="27" w:name="_Toc515559666"/>
      <w:r>
        <w:rPr>
          <w:rStyle w:val="2Char"/>
          <w:rFonts w:ascii="微软雅黑" w:eastAsia="微软雅黑" w:hAnsi="微软雅黑"/>
        </w:rPr>
        <w:t>授权委托书</w:t>
      </w:r>
      <w:bookmarkEnd w:id="24"/>
      <w:bookmarkEnd w:id="25"/>
      <w:bookmarkEnd w:id="26"/>
      <w:bookmarkEnd w:id="27"/>
    </w:p>
    <w:p w14:paraId="0B7A0C0E" w14:textId="77777777" w:rsidR="004A5645" w:rsidRDefault="006C7087">
      <w:pPr>
        <w:spacing w:line="288" w:lineRule="auto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hint="eastAsia"/>
          <w:sz w:val="24"/>
        </w:rPr>
        <w:t>致内蒙古电力（集团）有限责任公司呼和浩特供电分公司</w:t>
      </w:r>
      <w:r>
        <w:rPr>
          <w:rFonts w:ascii="微软雅黑" w:eastAsia="微软雅黑" w:hAnsi="微软雅黑" w:cs="宋体" w:hint="eastAsia"/>
          <w:sz w:val="24"/>
        </w:rPr>
        <w:t>：</w:t>
      </w:r>
    </w:p>
    <w:p w14:paraId="642D366C" w14:textId="77777777" w:rsidR="004A5645" w:rsidRDefault="006C7087">
      <w:pPr>
        <w:spacing w:line="288" w:lineRule="auto"/>
        <w:ind w:firstLineChars="200" w:firstLine="480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本授权书宣告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，  </w:t>
      </w:r>
      <w:r>
        <w:rPr>
          <w:rFonts w:ascii="微软雅黑" w:eastAsia="微软雅黑" w:hAnsi="微软雅黑" w:cs="宋体"/>
          <w:sz w:val="24"/>
          <w:u w:val="single"/>
        </w:rPr>
        <w:t>（</w:t>
      </w:r>
      <w:r>
        <w:rPr>
          <w:rFonts w:ascii="微软雅黑" w:eastAsia="微软雅黑" w:hAnsi="微软雅黑" w:cs="宋体" w:hint="eastAsia"/>
          <w:sz w:val="24"/>
          <w:u w:val="single"/>
        </w:rPr>
        <w:t>投标人</w:t>
      </w:r>
      <w:r>
        <w:rPr>
          <w:rFonts w:ascii="微软雅黑" w:eastAsia="微软雅黑" w:hAnsi="微软雅黑" w:cs="宋体"/>
          <w:sz w:val="24"/>
          <w:u w:val="single"/>
        </w:rPr>
        <w:t>名称）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  </w:t>
      </w:r>
      <w:r>
        <w:rPr>
          <w:rFonts w:ascii="微软雅黑" w:eastAsia="微软雅黑" w:hAnsi="微软雅黑" w:cs="宋体"/>
          <w:sz w:val="24"/>
        </w:rPr>
        <w:t>是经中华人民共和国工商行政管理局注册的合法企业，</w:t>
      </w:r>
      <w:r>
        <w:rPr>
          <w:rFonts w:ascii="微软雅黑" w:eastAsia="微软雅黑" w:hAnsi="微软雅黑" w:cs="宋体" w:hint="eastAsia"/>
          <w:sz w:val="24"/>
        </w:rPr>
        <w:t>公司</w:t>
      </w:r>
      <w:r>
        <w:rPr>
          <w:rFonts w:ascii="微软雅黑" w:eastAsia="微软雅黑" w:hAnsi="微软雅黑" w:cs="宋体"/>
          <w:sz w:val="24"/>
        </w:rPr>
        <w:t>地址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：      营业执照地址      </w:t>
      </w:r>
      <w:r>
        <w:rPr>
          <w:rFonts w:ascii="微软雅黑" w:eastAsia="微软雅黑" w:hAnsi="微软雅黑" w:cs="宋体"/>
          <w:sz w:val="24"/>
          <w:u w:val="single"/>
        </w:rPr>
        <w:t xml:space="preserve"> 。</w:t>
      </w:r>
      <w:r>
        <w:rPr>
          <w:rFonts w:ascii="微软雅黑" w:eastAsia="微软雅黑" w:hAnsi="微软雅黑" w:cs="宋体"/>
          <w:sz w:val="24"/>
        </w:rPr>
        <w:t>公司法定代表人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   （姓名）   </w:t>
      </w:r>
      <w:r>
        <w:rPr>
          <w:rFonts w:ascii="微软雅黑" w:eastAsia="微软雅黑" w:hAnsi="微软雅黑" w:cs="宋体" w:hint="eastAsia"/>
          <w:sz w:val="24"/>
        </w:rPr>
        <w:t>身份证号码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 </w:t>
      </w:r>
      <w:r>
        <w:rPr>
          <w:rFonts w:ascii="微软雅黑" w:eastAsia="微软雅黑" w:hAnsi="微软雅黑" w:cs="宋体"/>
          <w:sz w:val="24"/>
          <w:u w:val="single"/>
        </w:rPr>
        <w:t xml:space="preserve">          </w:t>
      </w:r>
      <w:r>
        <w:rPr>
          <w:rFonts w:ascii="微软雅黑" w:eastAsia="微软雅黑" w:hAnsi="微软雅黑" w:cs="宋体" w:hint="eastAsia"/>
          <w:sz w:val="24"/>
        </w:rPr>
        <w:t xml:space="preserve">：                    </w:t>
      </w:r>
      <w:r>
        <w:rPr>
          <w:rFonts w:ascii="微软雅黑" w:eastAsia="微软雅黑" w:hAnsi="微软雅黑" w:cs="宋体"/>
          <w:sz w:val="24"/>
        </w:rPr>
        <w:t>授权我公司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   （姓名）   </w:t>
      </w:r>
      <w:r>
        <w:rPr>
          <w:rFonts w:ascii="微软雅黑" w:eastAsia="微软雅黑" w:hAnsi="微软雅黑" w:cs="宋体" w:hint="eastAsia"/>
          <w:sz w:val="24"/>
        </w:rPr>
        <w:t>身份证号码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：             </w:t>
      </w:r>
      <w:r>
        <w:rPr>
          <w:rFonts w:ascii="微软雅黑" w:eastAsia="微软雅黑" w:hAnsi="微软雅黑" w:cs="宋体"/>
          <w:sz w:val="24"/>
        </w:rPr>
        <w:t>代表我公司参加贵处组织的</w:t>
      </w:r>
      <w:r>
        <w:rPr>
          <w:rFonts w:ascii="微软雅黑" w:eastAsia="微软雅黑" w:hAnsi="微软雅黑" w:cs="宋体"/>
          <w:sz w:val="24"/>
          <w:u w:val="single"/>
        </w:rPr>
        <w:t xml:space="preserve">  （项目名称） </w:t>
      </w:r>
      <w:r>
        <w:rPr>
          <w:rFonts w:ascii="微软雅黑" w:eastAsia="微软雅黑" w:hAnsi="微软雅黑" w:cs="宋体"/>
          <w:sz w:val="24"/>
        </w:rPr>
        <w:t>招标编号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：              </w:t>
      </w:r>
      <w:r>
        <w:rPr>
          <w:rFonts w:ascii="微软雅黑" w:eastAsia="微软雅黑" w:hAnsi="微软雅黑" w:cs="宋体" w:hint="eastAsia"/>
          <w:sz w:val="24"/>
        </w:rPr>
        <w:t>标段号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：         </w:t>
      </w:r>
      <w:r>
        <w:rPr>
          <w:rFonts w:ascii="微软雅黑" w:eastAsia="微软雅黑" w:hAnsi="微软雅黑" w:cs="宋体" w:hint="eastAsia"/>
          <w:sz w:val="24"/>
        </w:rPr>
        <w:t>标段内容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：           </w:t>
      </w:r>
      <w:r>
        <w:rPr>
          <w:rFonts w:ascii="微软雅黑" w:eastAsia="微软雅黑" w:hAnsi="微软雅黑" w:cs="宋体"/>
          <w:sz w:val="24"/>
        </w:rPr>
        <w:t>的招投标活动，全权处理招投标活动中的一切事宜。</w:t>
      </w:r>
    </w:p>
    <w:p w14:paraId="358DB60F" w14:textId="77777777" w:rsidR="004A5645" w:rsidRDefault="006C7087">
      <w:pPr>
        <w:pStyle w:val="a3"/>
        <w:adjustRightInd w:val="0"/>
        <w:snapToGrid w:val="0"/>
        <w:spacing w:line="288" w:lineRule="auto"/>
        <w:ind w:firstLineChars="200" w:firstLine="48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我公司对被授权委托人签署的所有文件负全部责任。</w:t>
      </w:r>
    </w:p>
    <w:p w14:paraId="188E3BB6" w14:textId="77777777" w:rsidR="004A5645" w:rsidRDefault="006C7087">
      <w:pPr>
        <w:pStyle w:val="a3"/>
        <w:adjustRightInd w:val="0"/>
        <w:snapToGrid w:val="0"/>
        <w:spacing w:line="288" w:lineRule="auto"/>
        <w:ind w:firstLineChars="200" w:firstLine="48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在贵公司收到撤销授权的书面</w:t>
      </w:r>
      <w:proofErr w:type="gramStart"/>
      <w:r>
        <w:rPr>
          <w:rFonts w:ascii="微软雅黑" w:eastAsia="微软雅黑" w:hAnsi="微软雅黑"/>
          <w:sz w:val="24"/>
          <w:szCs w:val="24"/>
        </w:rPr>
        <w:t>通知通知</w:t>
      </w:r>
      <w:proofErr w:type="gramEnd"/>
      <w:r>
        <w:rPr>
          <w:rFonts w:ascii="微软雅黑" w:eastAsia="微软雅黑" w:hAnsi="微软雅黑"/>
          <w:sz w:val="24"/>
          <w:szCs w:val="24"/>
        </w:rPr>
        <w:t>以前，本授权书一直有效，被授权人签署的所有文件（在授权书有效期内签署的）不因授权的撤销而失效。</w:t>
      </w:r>
    </w:p>
    <w:p w14:paraId="23957BED" w14:textId="77777777" w:rsidR="004A5645" w:rsidRDefault="006C7087">
      <w:pPr>
        <w:spacing w:line="288" w:lineRule="auto"/>
        <w:ind w:firstLine="480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委托期限：</w:t>
      </w:r>
      <w:r>
        <w:rPr>
          <w:rFonts w:ascii="微软雅黑" w:eastAsia="微软雅黑" w:hAnsi="微软雅黑" w:cs="宋体"/>
          <w:sz w:val="24"/>
          <w:u w:val="single"/>
        </w:rPr>
        <w:t xml:space="preserve">    </w:t>
      </w:r>
      <w:r>
        <w:rPr>
          <w:rFonts w:ascii="微软雅黑" w:eastAsia="微软雅黑" w:hAnsi="微软雅黑" w:cs="宋体" w:hint="eastAsia"/>
          <w:sz w:val="24"/>
        </w:rPr>
        <w:t>年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  </w:t>
      </w:r>
      <w:r>
        <w:rPr>
          <w:rFonts w:ascii="微软雅黑" w:eastAsia="微软雅黑" w:hAnsi="微软雅黑" w:cs="宋体" w:hint="eastAsia"/>
          <w:sz w:val="24"/>
        </w:rPr>
        <w:t>月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   </w:t>
      </w:r>
      <w:r>
        <w:rPr>
          <w:rFonts w:ascii="微软雅黑" w:eastAsia="微软雅黑" w:hAnsi="微软雅黑" w:cs="宋体" w:hint="eastAsia"/>
          <w:sz w:val="24"/>
        </w:rPr>
        <w:t>日至</w:t>
      </w:r>
      <w:r>
        <w:rPr>
          <w:rFonts w:ascii="微软雅黑" w:eastAsia="微软雅黑" w:hAnsi="微软雅黑" w:cs="宋体"/>
          <w:sz w:val="24"/>
          <w:u w:val="single"/>
        </w:rPr>
        <w:t xml:space="preserve">    </w:t>
      </w:r>
      <w:r>
        <w:rPr>
          <w:rFonts w:ascii="微软雅黑" w:eastAsia="微软雅黑" w:hAnsi="微软雅黑" w:cs="宋体" w:hint="eastAsia"/>
          <w:sz w:val="24"/>
        </w:rPr>
        <w:t>年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  </w:t>
      </w:r>
      <w:r>
        <w:rPr>
          <w:rFonts w:ascii="微软雅黑" w:eastAsia="微软雅黑" w:hAnsi="微软雅黑" w:cs="宋体" w:hint="eastAsia"/>
          <w:sz w:val="24"/>
        </w:rPr>
        <w:t>月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  </w:t>
      </w:r>
      <w:r>
        <w:rPr>
          <w:rFonts w:ascii="微软雅黑" w:eastAsia="微软雅黑" w:hAnsi="微软雅黑" w:cs="宋体" w:hint="eastAsia"/>
          <w:sz w:val="24"/>
        </w:rPr>
        <w:t>日</w:t>
      </w:r>
    </w:p>
    <w:p w14:paraId="38BFFF86" w14:textId="77777777" w:rsidR="004A5645" w:rsidRDefault="006C7087">
      <w:pPr>
        <w:spacing w:line="288" w:lineRule="auto"/>
        <w:ind w:firstLine="480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授权代理人无转委托权。</w:t>
      </w:r>
    </w:p>
    <w:p w14:paraId="38BA9C02" w14:textId="416D4EE7" w:rsidR="004A5645" w:rsidRDefault="006C7087">
      <w:pPr>
        <w:spacing w:line="288" w:lineRule="auto"/>
        <w:ind w:firstLineChars="200" w:firstLine="480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注：法定代表人身份证原件扫描件及委托代理人身份证原件扫描件（正反双面，加盖公章）</w:t>
      </w:r>
    </w:p>
    <w:p w14:paraId="69FFDAE1" w14:textId="77777777" w:rsidR="004A5645" w:rsidRDefault="004411F8">
      <w:pPr>
        <w:spacing w:line="500" w:lineRule="exact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/>
          <w:sz w:val="24"/>
        </w:rPr>
        <w:pict w14:anchorId="3188BC58">
          <v:roundrect id="矩形: 圆角 35" o:spid="_x0000_s2119" style="position:absolute;left:0;text-align:left;margin-left:2.7pt;margin-top:8.4pt;width:202.5pt;height:116.25pt;z-index:251662336;mso-width-relative:page;mso-height-relative:pag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" strokecolor="#0d0d0d">
            <v:stroke dashstyle="dash"/>
            <v:textbox>
              <w:txbxContent>
                <w:p w14:paraId="35C952D6" w14:textId="77777777" w:rsidR="004A5645" w:rsidRDefault="004A5645">
                  <w:pPr>
                    <w:jc w:val="center"/>
                  </w:pPr>
                </w:p>
                <w:p w14:paraId="077B9B5A" w14:textId="77777777" w:rsidR="004A5645" w:rsidRDefault="004A5645">
                  <w:pPr>
                    <w:jc w:val="center"/>
                  </w:pPr>
                </w:p>
                <w:p w14:paraId="2C03780E" w14:textId="77777777" w:rsidR="004A5645" w:rsidRDefault="004A5645">
                  <w:pPr>
                    <w:jc w:val="center"/>
                  </w:pPr>
                </w:p>
                <w:p w14:paraId="1C2178F2" w14:textId="77777777" w:rsidR="004A5645" w:rsidRDefault="006C7087">
                  <w:pPr>
                    <w:jc w:val="center"/>
                  </w:pPr>
                  <w:r>
                    <w:rPr>
                      <w:rFonts w:hint="eastAsia"/>
                      <w:highlight w:val="white"/>
                    </w:rPr>
                    <w:t>法定代表人身份证正面</w:t>
                  </w:r>
                  <w:r>
                    <w:rPr>
                      <w:rFonts w:ascii="宋体" w:eastAsia="宋体" w:hAnsi="宋体" w:cs="宋体" w:hint="eastAsia"/>
                      <w:highlight w:val="white"/>
                    </w:rPr>
                    <w:t>（国徽）</w:t>
                  </w:r>
                </w:p>
              </w:txbxContent>
            </v:textbox>
          </v:roundrect>
        </w:pict>
      </w:r>
      <w:r>
        <w:rPr>
          <w:rFonts w:ascii="微软雅黑" w:eastAsia="微软雅黑" w:hAnsi="微软雅黑"/>
          <w:sz w:val="24"/>
        </w:rPr>
        <w:pict w14:anchorId="65AE471F">
          <v:roundrect id="矩形: 圆角 34" o:spid="_x0000_s2118" style="position:absolute;left:0;text-align:left;margin-left:209.7pt;margin-top:8.4pt;width:202.5pt;height:116.25pt;z-index:251663360;mso-width-relative:page;mso-height-relative:pag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">
            <v:stroke dashstyle="dash"/>
            <v:textbox>
              <w:txbxContent>
                <w:p w14:paraId="158B5433" w14:textId="77777777" w:rsidR="004A5645" w:rsidRDefault="004A5645"/>
                <w:p w14:paraId="1D29E991" w14:textId="77777777" w:rsidR="004A5645" w:rsidRDefault="004A5645"/>
                <w:p w14:paraId="6BF22CA0" w14:textId="77777777" w:rsidR="004A5645" w:rsidRDefault="004A5645"/>
                <w:p w14:paraId="44A6E4DE" w14:textId="77777777" w:rsidR="004A5645" w:rsidRDefault="006C7087">
                  <w:pPr>
                    <w:jc w:val="center"/>
                  </w:pPr>
                  <w:r>
                    <w:rPr>
                      <w:rFonts w:hint="eastAsia"/>
                      <w:highlight w:val="white"/>
                    </w:rPr>
                    <w:t>法定代表人身份证背面</w:t>
                  </w:r>
                  <w:r>
                    <w:rPr>
                      <w:rFonts w:ascii="宋体" w:eastAsia="宋体" w:hAnsi="宋体" w:cs="宋体" w:hint="eastAsia"/>
                      <w:highlight w:val="white"/>
                    </w:rPr>
                    <w:t>（人像）</w:t>
                  </w:r>
                </w:p>
              </w:txbxContent>
            </v:textbox>
          </v:roundrect>
        </w:pict>
      </w:r>
    </w:p>
    <w:p w14:paraId="177CE7FF" w14:textId="77777777" w:rsidR="004A5645" w:rsidRDefault="004A5645">
      <w:pPr>
        <w:spacing w:line="500" w:lineRule="exact"/>
        <w:rPr>
          <w:rFonts w:ascii="微软雅黑" w:eastAsia="微软雅黑" w:hAnsi="微软雅黑" w:cs="宋体"/>
          <w:sz w:val="24"/>
        </w:rPr>
      </w:pPr>
    </w:p>
    <w:p w14:paraId="2DDCD796" w14:textId="77777777" w:rsidR="004A5645" w:rsidRDefault="004411F8">
      <w:pPr>
        <w:spacing w:line="500" w:lineRule="exact"/>
        <w:jc w:val="right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/>
          <w:sz w:val="24"/>
        </w:rPr>
        <w:pict w14:anchorId="69EB5137">
          <v:oval id="椭圆 33" o:spid="_x0000_s2117" style="position:absolute;left:0;text-align:left;margin-left:157.5pt;margin-top:24.55pt;width:102.75pt;height:102.75pt;z-index:251666432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" filled="f" strokeweight="1pt">
            <v:stroke dashstyle="dash"/>
          </v:oval>
        </w:pict>
      </w:r>
    </w:p>
    <w:p w14:paraId="0C4766F1" w14:textId="77777777" w:rsidR="004A5645" w:rsidRDefault="004A5645">
      <w:pPr>
        <w:spacing w:line="500" w:lineRule="exact"/>
        <w:jc w:val="right"/>
        <w:rPr>
          <w:rFonts w:ascii="微软雅黑" w:eastAsia="微软雅黑" w:hAnsi="微软雅黑" w:cs="宋体"/>
          <w:sz w:val="24"/>
        </w:rPr>
      </w:pPr>
    </w:p>
    <w:p w14:paraId="2A44F009" w14:textId="77777777" w:rsidR="004A5645" w:rsidRDefault="004A5645">
      <w:pPr>
        <w:spacing w:line="500" w:lineRule="exact"/>
        <w:jc w:val="right"/>
        <w:rPr>
          <w:rFonts w:ascii="微软雅黑" w:eastAsia="微软雅黑" w:hAnsi="微软雅黑" w:cs="宋体"/>
          <w:sz w:val="24"/>
        </w:rPr>
      </w:pPr>
    </w:p>
    <w:p w14:paraId="31B963DC" w14:textId="77777777" w:rsidR="004A5645" w:rsidRDefault="004411F8">
      <w:pPr>
        <w:tabs>
          <w:tab w:val="center" w:pos="4153"/>
        </w:tabs>
        <w:spacing w:line="500" w:lineRule="exact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/>
          <w:sz w:val="24"/>
        </w:rPr>
        <w:pict w14:anchorId="0397ACD6">
          <v:roundrect id="矩形: 圆角 32" o:spid="_x0000_s2116" style="position:absolute;left:0;text-align:left;margin-left:2.7pt;margin-top:8.4pt;width:202.5pt;height:116.25pt;z-index:251664384;mso-width-relative:page;mso-height-relative:pag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" strokecolor="#0d0d0d">
            <v:stroke dashstyle="dash"/>
            <v:textbox>
              <w:txbxContent>
                <w:p w14:paraId="0F63580C" w14:textId="77777777" w:rsidR="004A5645" w:rsidRDefault="004A5645">
                  <w:pPr>
                    <w:jc w:val="center"/>
                  </w:pPr>
                </w:p>
                <w:p w14:paraId="71357FC6" w14:textId="77777777" w:rsidR="004A5645" w:rsidRDefault="004A5645">
                  <w:pPr>
                    <w:jc w:val="center"/>
                  </w:pPr>
                </w:p>
                <w:p w14:paraId="2C73D0B5" w14:textId="77777777" w:rsidR="004A5645" w:rsidRDefault="004A5645">
                  <w:pPr>
                    <w:jc w:val="center"/>
                  </w:pPr>
                </w:p>
                <w:p w14:paraId="721A7A4E" w14:textId="77777777" w:rsidR="004A5645" w:rsidRDefault="006C7087">
                  <w:pPr>
                    <w:jc w:val="center"/>
                  </w:pPr>
                  <w:r>
                    <w:rPr>
                      <w:rFonts w:hint="eastAsia"/>
                      <w:highlight w:val="white"/>
                    </w:rPr>
                    <w:t>委托代理人身份证正面</w:t>
                  </w:r>
                  <w:r>
                    <w:rPr>
                      <w:rFonts w:ascii="宋体" w:eastAsia="宋体" w:hAnsi="宋体" w:cs="宋体" w:hint="eastAsia"/>
                      <w:highlight w:val="white"/>
                    </w:rPr>
                    <w:t>（国徽）</w:t>
                  </w:r>
                </w:p>
              </w:txbxContent>
            </v:textbox>
          </v:roundrect>
        </w:pict>
      </w:r>
      <w:r>
        <w:rPr>
          <w:rFonts w:ascii="微软雅黑" w:eastAsia="微软雅黑" w:hAnsi="微软雅黑"/>
          <w:sz w:val="24"/>
        </w:rPr>
        <w:pict w14:anchorId="6CCE38E6">
          <v:roundrect id="矩形: 圆角 31" o:spid="_x0000_s2115" style="position:absolute;left:0;text-align:left;margin-left:209.7pt;margin-top:8.4pt;width:202.5pt;height:116.25pt;z-index:251665408;mso-width-relative:page;mso-height-relative:pag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">
            <v:stroke dashstyle="dash"/>
            <v:textbox>
              <w:txbxContent>
                <w:p w14:paraId="448B6BAC" w14:textId="77777777" w:rsidR="004A5645" w:rsidRDefault="004A5645"/>
                <w:p w14:paraId="33AE8206" w14:textId="77777777" w:rsidR="004A5645" w:rsidRDefault="004A5645"/>
                <w:p w14:paraId="48BEE02B" w14:textId="77777777" w:rsidR="004A5645" w:rsidRDefault="004A5645"/>
                <w:p w14:paraId="5DAAB01B" w14:textId="77777777" w:rsidR="004A5645" w:rsidRDefault="006C7087">
                  <w:pPr>
                    <w:jc w:val="center"/>
                  </w:pPr>
                  <w:r>
                    <w:rPr>
                      <w:rFonts w:hint="eastAsia"/>
                      <w:highlight w:val="white"/>
                    </w:rPr>
                    <w:t>委托代理人身份证背面</w:t>
                  </w:r>
                  <w:r>
                    <w:rPr>
                      <w:rFonts w:ascii="宋体" w:eastAsia="宋体" w:hAnsi="宋体" w:cs="宋体" w:hint="eastAsia"/>
                      <w:highlight w:val="white"/>
                    </w:rPr>
                    <w:t>（人像）</w:t>
                  </w:r>
                </w:p>
              </w:txbxContent>
            </v:textbox>
          </v:roundrect>
        </w:pict>
      </w:r>
      <w:r w:rsidR="006C7087">
        <w:rPr>
          <w:rFonts w:ascii="微软雅黑" w:eastAsia="微软雅黑" w:hAnsi="微软雅黑" w:cs="宋体"/>
          <w:sz w:val="24"/>
        </w:rPr>
        <w:tab/>
      </w:r>
    </w:p>
    <w:p w14:paraId="3038B98D" w14:textId="77777777" w:rsidR="004A5645" w:rsidRDefault="004A5645">
      <w:pPr>
        <w:spacing w:line="500" w:lineRule="exact"/>
        <w:rPr>
          <w:rFonts w:ascii="微软雅黑" w:eastAsia="微软雅黑" w:hAnsi="微软雅黑" w:cs="宋体"/>
          <w:sz w:val="24"/>
        </w:rPr>
      </w:pPr>
    </w:p>
    <w:p w14:paraId="0B332CC5" w14:textId="77777777" w:rsidR="004A5645" w:rsidRDefault="004A5645">
      <w:pPr>
        <w:spacing w:line="500" w:lineRule="exact"/>
        <w:jc w:val="right"/>
        <w:rPr>
          <w:rFonts w:ascii="微软雅黑" w:eastAsia="微软雅黑" w:hAnsi="微软雅黑" w:cs="宋体"/>
          <w:sz w:val="24"/>
        </w:rPr>
      </w:pPr>
    </w:p>
    <w:p w14:paraId="45492D2D" w14:textId="77777777" w:rsidR="004A5645" w:rsidRDefault="004A5645">
      <w:pPr>
        <w:spacing w:line="500" w:lineRule="exact"/>
        <w:jc w:val="right"/>
        <w:rPr>
          <w:rFonts w:ascii="微软雅黑" w:eastAsia="微软雅黑" w:hAnsi="微软雅黑" w:cs="宋体"/>
          <w:sz w:val="24"/>
        </w:rPr>
      </w:pPr>
    </w:p>
    <w:p w14:paraId="2356E640" w14:textId="77777777" w:rsidR="004A5645" w:rsidRDefault="004A5645">
      <w:pPr>
        <w:spacing w:line="288" w:lineRule="auto"/>
        <w:ind w:firstLine="480"/>
        <w:rPr>
          <w:rFonts w:ascii="微软雅黑" w:eastAsia="微软雅黑" w:hAnsi="微软雅黑" w:cs="宋体"/>
          <w:sz w:val="24"/>
        </w:rPr>
      </w:pPr>
    </w:p>
    <w:p w14:paraId="57CBE2FD" w14:textId="77777777" w:rsidR="004A5645" w:rsidRDefault="006C7087">
      <w:pPr>
        <w:pStyle w:val="a3"/>
        <w:adjustRightInd w:val="0"/>
        <w:snapToGrid w:val="0"/>
        <w:spacing w:line="288" w:lineRule="auto"/>
        <w:ind w:firstLineChars="200" w:firstLine="48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 xml:space="preserve">                    </w:t>
      </w:r>
      <w:r>
        <w:rPr>
          <w:rFonts w:ascii="微软雅黑" w:eastAsia="微软雅黑" w:hAnsi="微软雅黑" w:hint="eastAsia"/>
          <w:sz w:val="24"/>
          <w:szCs w:val="24"/>
        </w:rPr>
        <w:t xml:space="preserve">       </w:t>
      </w:r>
      <w:r>
        <w:rPr>
          <w:rFonts w:ascii="微软雅黑" w:eastAsia="微软雅黑" w:hAnsi="微软雅黑"/>
          <w:sz w:val="24"/>
          <w:szCs w:val="24"/>
        </w:rPr>
        <w:t xml:space="preserve">  </w:t>
      </w:r>
      <w:r>
        <w:rPr>
          <w:rFonts w:ascii="微软雅黑" w:eastAsia="微软雅黑" w:hAnsi="微软雅黑" w:hint="eastAsia"/>
          <w:sz w:val="24"/>
          <w:szCs w:val="24"/>
        </w:rPr>
        <w:t>投标人</w:t>
      </w:r>
      <w:r>
        <w:rPr>
          <w:rFonts w:ascii="微软雅黑" w:eastAsia="微软雅黑" w:hAnsi="微软雅黑" w:cs="宋体" w:hint="eastAsia"/>
          <w:sz w:val="24"/>
          <w:szCs w:val="24"/>
        </w:rPr>
        <w:t>名称</w:t>
      </w:r>
      <w:r>
        <w:rPr>
          <w:rFonts w:ascii="微软雅黑" w:eastAsia="微软雅黑" w:hAnsi="微软雅黑"/>
          <w:sz w:val="24"/>
          <w:szCs w:val="24"/>
        </w:rPr>
        <w:t>：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                       </w:t>
      </w:r>
      <w:r>
        <w:rPr>
          <w:rFonts w:ascii="微软雅黑" w:eastAsia="微软雅黑" w:hAnsi="微软雅黑"/>
          <w:sz w:val="24"/>
          <w:szCs w:val="24"/>
        </w:rPr>
        <w:t>（</w:t>
      </w:r>
      <w:r>
        <w:rPr>
          <w:rFonts w:ascii="微软雅黑" w:eastAsia="微软雅黑" w:hAnsi="微软雅黑" w:cs="宋体" w:hint="eastAsia"/>
          <w:sz w:val="24"/>
          <w:szCs w:val="24"/>
        </w:rPr>
        <w:t>单位公</w:t>
      </w:r>
      <w:r>
        <w:rPr>
          <w:rFonts w:ascii="微软雅黑" w:eastAsia="微软雅黑" w:hAnsi="微软雅黑"/>
          <w:sz w:val="24"/>
          <w:szCs w:val="24"/>
        </w:rPr>
        <w:t>章）</w:t>
      </w:r>
    </w:p>
    <w:p w14:paraId="43CFF786" w14:textId="77777777" w:rsidR="004A5645" w:rsidRDefault="006C7087">
      <w:pPr>
        <w:pStyle w:val="a3"/>
        <w:adjustRightInd w:val="0"/>
        <w:snapToGrid w:val="0"/>
        <w:spacing w:line="288" w:lineRule="auto"/>
        <w:ind w:firstLineChars="200" w:firstLine="48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 xml:space="preserve">                           </w:t>
      </w:r>
      <w:r>
        <w:rPr>
          <w:rFonts w:ascii="微软雅黑" w:eastAsia="微软雅黑" w:hAnsi="微软雅黑"/>
          <w:sz w:val="24"/>
          <w:szCs w:val="24"/>
        </w:rPr>
        <w:t xml:space="preserve">  法定代表人：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                     </w:t>
      </w:r>
      <w:r>
        <w:rPr>
          <w:rFonts w:ascii="微软雅黑" w:eastAsia="微软雅黑" w:hAnsi="微软雅黑"/>
          <w:sz w:val="24"/>
          <w:szCs w:val="24"/>
        </w:rPr>
        <w:t>（签字</w:t>
      </w:r>
      <w:r>
        <w:rPr>
          <w:rFonts w:ascii="微软雅黑" w:eastAsia="微软雅黑" w:hAnsi="微软雅黑" w:hint="eastAsia"/>
          <w:sz w:val="24"/>
          <w:szCs w:val="24"/>
        </w:rPr>
        <w:t>或签章</w:t>
      </w:r>
      <w:r>
        <w:rPr>
          <w:rFonts w:ascii="微软雅黑" w:eastAsia="微软雅黑" w:hAnsi="微软雅黑"/>
          <w:sz w:val="24"/>
          <w:szCs w:val="24"/>
        </w:rPr>
        <w:t>）</w:t>
      </w:r>
    </w:p>
    <w:p w14:paraId="1C57B3F0" w14:textId="77777777" w:rsidR="004A5645" w:rsidRDefault="006C7087">
      <w:pPr>
        <w:pStyle w:val="a3"/>
        <w:adjustRightInd w:val="0"/>
        <w:snapToGrid w:val="0"/>
        <w:spacing w:line="288" w:lineRule="auto"/>
        <w:ind w:firstLineChars="200" w:firstLine="480"/>
        <w:jc w:val="left"/>
        <w:rPr>
          <w:rFonts w:ascii="微软雅黑" w:eastAsia="微软雅黑" w:hAnsi="微软雅黑"/>
          <w:sz w:val="24"/>
          <w:szCs w:val="24"/>
          <w:u w:val="single"/>
        </w:rPr>
      </w:pPr>
      <w:r>
        <w:rPr>
          <w:rFonts w:ascii="微软雅黑" w:eastAsia="微软雅黑" w:hAnsi="微软雅黑"/>
          <w:sz w:val="24"/>
          <w:szCs w:val="24"/>
        </w:rPr>
        <w:t xml:space="preserve">                    </w:t>
      </w:r>
      <w:r>
        <w:rPr>
          <w:rFonts w:ascii="微软雅黑" w:eastAsia="微软雅黑" w:hAnsi="微软雅黑" w:hint="eastAsia"/>
          <w:sz w:val="24"/>
          <w:szCs w:val="24"/>
        </w:rPr>
        <w:t xml:space="preserve">     </w:t>
      </w:r>
      <w:r>
        <w:rPr>
          <w:rFonts w:ascii="微软雅黑" w:eastAsia="微软雅黑" w:hAnsi="微软雅黑"/>
          <w:sz w:val="24"/>
          <w:szCs w:val="24"/>
        </w:rPr>
        <w:t xml:space="preserve">          </w:t>
      </w:r>
      <w:r>
        <w:rPr>
          <w:rFonts w:ascii="微软雅黑" w:eastAsia="微软雅黑" w:hAnsi="微软雅黑" w:hint="eastAsia"/>
          <w:sz w:val="24"/>
          <w:szCs w:val="24"/>
        </w:rPr>
        <w:t>委托代理人</w:t>
      </w:r>
      <w:r>
        <w:rPr>
          <w:rFonts w:ascii="微软雅黑" w:eastAsia="微软雅黑" w:hAnsi="微软雅黑"/>
          <w:sz w:val="24"/>
          <w:szCs w:val="24"/>
        </w:rPr>
        <w:t xml:space="preserve">： 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                    </w:t>
      </w:r>
      <w:r>
        <w:rPr>
          <w:rFonts w:ascii="微软雅黑" w:eastAsia="微软雅黑" w:hAnsi="微软雅黑"/>
          <w:sz w:val="24"/>
          <w:szCs w:val="24"/>
        </w:rPr>
        <w:t>（签字）</w:t>
      </w:r>
    </w:p>
    <w:p w14:paraId="6B9EB302" w14:textId="77777777" w:rsidR="004A5645" w:rsidRDefault="006C7087">
      <w:pPr>
        <w:pStyle w:val="a3"/>
        <w:adjustRightInd w:val="0"/>
        <w:snapToGrid w:val="0"/>
        <w:spacing w:line="288" w:lineRule="auto"/>
        <w:ind w:firstLineChars="200" w:firstLine="48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                       </w:t>
      </w:r>
      <w:r>
        <w:rPr>
          <w:rFonts w:ascii="微软雅黑" w:eastAsia="微软雅黑" w:hAnsi="微软雅黑"/>
          <w:sz w:val="24"/>
          <w:szCs w:val="24"/>
        </w:rPr>
        <w:t xml:space="preserve">          </w:t>
      </w:r>
      <w:r>
        <w:rPr>
          <w:rFonts w:ascii="微软雅黑" w:eastAsia="微软雅黑" w:hAnsi="微软雅黑" w:hint="eastAsia"/>
          <w:sz w:val="24"/>
          <w:szCs w:val="24"/>
        </w:rPr>
        <w:t>固定</w:t>
      </w:r>
      <w:r>
        <w:rPr>
          <w:rFonts w:ascii="微软雅黑" w:eastAsia="微软雅黑" w:hAnsi="微软雅黑"/>
          <w:sz w:val="24"/>
          <w:szCs w:val="24"/>
        </w:rPr>
        <w:t>电话：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                      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 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</w:p>
    <w:p w14:paraId="4246561A" w14:textId="77777777" w:rsidR="004A5645" w:rsidRDefault="006C7087">
      <w:pPr>
        <w:pStyle w:val="a3"/>
        <w:adjustRightInd w:val="0"/>
        <w:snapToGrid w:val="0"/>
        <w:spacing w:line="288" w:lineRule="auto"/>
        <w:ind w:firstLineChars="200" w:firstLine="480"/>
        <w:jc w:val="left"/>
        <w:rPr>
          <w:rFonts w:ascii="微软雅黑" w:eastAsia="微软雅黑" w:hAnsi="微软雅黑"/>
          <w:sz w:val="24"/>
          <w:szCs w:val="24"/>
          <w:u w:val="single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                       </w:t>
      </w:r>
      <w:r>
        <w:rPr>
          <w:rFonts w:ascii="微软雅黑" w:eastAsia="微软雅黑" w:hAnsi="微软雅黑"/>
          <w:sz w:val="24"/>
          <w:szCs w:val="24"/>
        </w:rPr>
        <w:t xml:space="preserve">            手机</w:t>
      </w:r>
      <w:r>
        <w:rPr>
          <w:rFonts w:ascii="微软雅黑" w:eastAsia="微软雅黑" w:hAnsi="微软雅黑" w:hint="eastAsia"/>
          <w:sz w:val="24"/>
          <w:szCs w:val="24"/>
        </w:rPr>
        <w:t>号</w:t>
      </w:r>
      <w:r>
        <w:rPr>
          <w:rFonts w:ascii="微软雅黑" w:eastAsia="微软雅黑" w:hAnsi="微软雅黑"/>
          <w:sz w:val="24"/>
          <w:szCs w:val="24"/>
        </w:rPr>
        <w:t>：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                 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            </w:t>
      </w:r>
    </w:p>
    <w:p w14:paraId="1F61FF62" w14:textId="77777777" w:rsidR="004A5645" w:rsidRDefault="006C7087">
      <w:pPr>
        <w:pStyle w:val="a3"/>
        <w:adjustRightInd w:val="0"/>
        <w:snapToGrid w:val="0"/>
        <w:spacing w:line="288" w:lineRule="auto"/>
        <w:ind w:firstLineChars="200" w:firstLine="480"/>
        <w:jc w:val="left"/>
        <w:rPr>
          <w:rFonts w:ascii="微软雅黑" w:eastAsia="微软雅黑" w:hAnsi="微软雅黑"/>
          <w:sz w:val="24"/>
          <w:szCs w:val="24"/>
          <w:u w:val="single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                       </w:t>
      </w:r>
      <w:r>
        <w:rPr>
          <w:rFonts w:ascii="微软雅黑" w:eastAsia="微软雅黑" w:hAnsi="微软雅黑"/>
          <w:sz w:val="24"/>
          <w:szCs w:val="24"/>
        </w:rPr>
        <w:t xml:space="preserve">          </w:t>
      </w:r>
      <w:r>
        <w:rPr>
          <w:rFonts w:ascii="微软雅黑" w:eastAsia="微软雅黑" w:hAnsi="微软雅黑" w:hint="eastAsia"/>
          <w:sz w:val="24"/>
          <w:szCs w:val="24"/>
        </w:rPr>
        <w:t>电子邮箱</w:t>
      </w:r>
      <w:r>
        <w:rPr>
          <w:rFonts w:ascii="微软雅黑" w:eastAsia="微软雅黑" w:hAnsi="微软雅黑"/>
          <w:sz w:val="24"/>
          <w:szCs w:val="24"/>
        </w:rPr>
        <w:t>：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                  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         </w:t>
      </w:r>
    </w:p>
    <w:p w14:paraId="0D8F2793" w14:textId="77777777" w:rsidR="004A5645" w:rsidRDefault="006C7087">
      <w:pPr>
        <w:pStyle w:val="a3"/>
        <w:adjustRightInd w:val="0"/>
        <w:snapToGrid w:val="0"/>
        <w:spacing w:line="288" w:lineRule="auto"/>
        <w:ind w:firstLineChars="200" w:firstLine="480"/>
        <w:jc w:val="left"/>
        <w:rPr>
          <w:rFonts w:ascii="微软雅黑" w:eastAsia="微软雅黑" w:hAnsi="微软雅黑"/>
          <w:sz w:val="24"/>
          <w:szCs w:val="24"/>
          <w:u w:val="single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                                         </w:t>
      </w:r>
      <w:r>
        <w:rPr>
          <w:rFonts w:ascii="微软雅黑" w:eastAsia="微软雅黑" w:hAnsi="微软雅黑"/>
          <w:sz w:val="24"/>
          <w:szCs w:val="24"/>
        </w:rPr>
        <w:t xml:space="preserve">              </w:t>
      </w:r>
      <w:r>
        <w:rPr>
          <w:rFonts w:ascii="微软雅黑" w:eastAsia="微软雅黑" w:hAnsi="微软雅黑" w:hint="eastAsia"/>
          <w:sz w:val="24"/>
          <w:szCs w:val="24"/>
        </w:rPr>
        <w:t>日期：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 </w:t>
      </w:r>
      <w:r>
        <w:rPr>
          <w:rFonts w:ascii="微软雅黑" w:eastAsia="微软雅黑" w:hAnsi="微软雅黑" w:hint="eastAsia"/>
          <w:sz w:val="24"/>
          <w:szCs w:val="24"/>
        </w:rPr>
        <w:t>年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 </w:t>
      </w:r>
      <w:r>
        <w:rPr>
          <w:rFonts w:ascii="微软雅黑" w:eastAsia="微软雅黑" w:hAnsi="微软雅黑" w:hint="eastAsia"/>
          <w:sz w:val="24"/>
          <w:szCs w:val="24"/>
        </w:rPr>
        <w:t>月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 </w:t>
      </w:r>
      <w:r>
        <w:rPr>
          <w:rFonts w:ascii="微软雅黑" w:eastAsia="微软雅黑" w:hAnsi="微软雅黑" w:hint="eastAsia"/>
          <w:sz w:val="24"/>
          <w:szCs w:val="24"/>
        </w:rPr>
        <w:t>日</w:t>
      </w:r>
    </w:p>
    <w:p w14:paraId="47EDE521" w14:textId="77777777" w:rsidR="004A5645" w:rsidRDefault="004A5645"/>
    <w:p w14:paraId="0C7BFBB5" w14:textId="77777777" w:rsidR="004A5645" w:rsidRDefault="004A5645"/>
    <w:p w14:paraId="0B7404A2" w14:textId="77777777" w:rsidR="004A5645" w:rsidRDefault="004A5645"/>
    <w:p w14:paraId="7CE25EF7" w14:textId="77777777" w:rsidR="004A5645" w:rsidRDefault="004A5645"/>
    <w:p w14:paraId="136218B4" w14:textId="77777777" w:rsidR="004A5645" w:rsidRDefault="004A5645"/>
    <w:p w14:paraId="355A6551" w14:textId="77777777" w:rsidR="004A5645" w:rsidRDefault="004A5645"/>
    <w:p w14:paraId="67EDA98B" w14:textId="77777777" w:rsidR="004A5645" w:rsidRDefault="004A5645"/>
    <w:p w14:paraId="238E2086" w14:textId="77777777" w:rsidR="004A5645" w:rsidRDefault="004A5645"/>
    <w:p w14:paraId="1E828528" w14:textId="77777777" w:rsidR="004A5645" w:rsidRDefault="004A5645"/>
    <w:p w14:paraId="103B0628" w14:textId="77777777" w:rsidR="004A5645" w:rsidRDefault="004A5645"/>
    <w:p w14:paraId="4367EFF8" w14:textId="77777777" w:rsidR="004A5645" w:rsidRDefault="004A5645"/>
    <w:p w14:paraId="056DC2DB" w14:textId="77777777" w:rsidR="004A5645" w:rsidRDefault="004A5645"/>
    <w:p w14:paraId="5ED90327" w14:textId="77777777" w:rsidR="004A5645" w:rsidRDefault="004A5645"/>
    <w:p w14:paraId="465AE6D4" w14:textId="77777777" w:rsidR="004A5645" w:rsidRDefault="004A5645"/>
    <w:p w14:paraId="28562FEE" w14:textId="77777777" w:rsidR="004A5645" w:rsidRDefault="004A5645"/>
    <w:p w14:paraId="0D7979EE" w14:textId="77777777" w:rsidR="004A5645" w:rsidRDefault="004A5645"/>
    <w:p w14:paraId="08476958" w14:textId="77777777" w:rsidR="004A5645" w:rsidRDefault="004A5645"/>
    <w:p w14:paraId="36A10C31" w14:textId="77777777" w:rsidR="004A5645" w:rsidRDefault="004A5645"/>
    <w:p w14:paraId="5B5D889E" w14:textId="77777777" w:rsidR="004A5645" w:rsidRDefault="004A5645"/>
    <w:p w14:paraId="2E4F06EB" w14:textId="77777777" w:rsidR="004A5645" w:rsidRDefault="004A5645"/>
    <w:p w14:paraId="28C91FF7" w14:textId="77777777" w:rsidR="004A5645" w:rsidRDefault="004A5645"/>
    <w:p w14:paraId="46DC2238" w14:textId="77777777" w:rsidR="004A5645" w:rsidRDefault="004A5645"/>
    <w:p w14:paraId="06198FDF" w14:textId="77777777" w:rsidR="004A5645" w:rsidRDefault="004A5645"/>
    <w:p w14:paraId="1DB1031B" w14:textId="77777777" w:rsidR="004A5645" w:rsidRDefault="006C7087">
      <w:pPr>
        <w:widowControl/>
        <w:jc w:val="left"/>
        <w:rPr>
          <w:rFonts w:ascii="Calibri" w:eastAsia="宋体" w:hAnsi="Calibri" w:cs="Times New Roman"/>
          <w:b/>
          <w:bCs/>
          <w:sz w:val="28"/>
          <w:szCs w:val="32"/>
        </w:rPr>
      </w:pPr>
      <w:r>
        <w:br w:type="page"/>
      </w:r>
    </w:p>
    <w:p w14:paraId="2AD0D2EA" w14:textId="77777777" w:rsidR="004A5645" w:rsidRDefault="006C7087">
      <w:pPr>
        <w:pStyle w:val="3"/>
      </w:pPr>
      <w:r>
        <w:lastRenderedPageBreak/>
        <w:t>附件</w:t>
      </w:r>
      <w:r>
        <w:rPr>
          <w:rFonts w:hint="eastAsia"/>
        </w:rPr>
        <w:t>3</w:t>
      </w:r>
    </w:p>
    <w:p w14:paraId="28382603" w14:textId="77777777" w:rsidR="004A5645" w:rsidRDefault="006C7087">
      <w:pPr>
        <w:spacing w:line="360" w:lineRule="auto"/>
        <w:jc w:val="center"/>
        <w:rPr>
          <w:rFonts w:ascii="微软雅黑" w:eastAsia="微软雅黑" w:hAnsi="微软雅黑" w:cs="宋体"/>
          <w:b/>
          <w:bCs/>
          <w:sz w:val="24"/>
        </w:rPr>
      </w:pPr>
      <w:r>
        <w:rPr>
          <w:rFonts w:ascii="微软雅黑" w:eastAsia="微软雅黑" w:hAnsi="微软雅黑" w:cs="宋体" w:hint="eastAsia"/>
          <w:b/>
          <w:bCs/>
          <w:sz w:val="24"/>
        </w:rPr>
        <w:t>投标真实性承诺书</w:t>
      </w:r>
    </w:p>
    <w:p w14:paraId="0D17141D" w14:textId="77777777" w:rsidR="004A5645" w:rsidRDefault="004A5645">
      <w:pPr>
        <w:spacing w:line="360" w:lineRule="auto"/>
        <w:rPr>
          <w:rFonts w:ascii="微软雅黑" w:eastAsia="微软雅黑" w:hAnsi="微软雅黑" w:cs="宋体"/>
          <w:sz w:val="24"/>
          <w:u w:val="single"/>
        </w:rPr>
      </w:pPr>
    </w:p>
    <w:p w14:paraId="496B59E7" w14:textId="77777777" w:rsidR="004A5645" w:rsidRDefault="006C7087">
      <w:pPr>
        <w:spacing w:line="360" w:lineRule="auto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hint="eastAsia"/>
          <w:sz w:val="24"/>
        </w:rPr>
        <w:t>致内蒙古电力（集团）有限责任公司呼和浩特供电分公司</w:t>
      </w:r>
      <w:r>
        <w:rPr>
          <w:rFonts w:ascii="微软雅黑" w:eastAsia="微软雅黑" w:hAnsi="微软雅黑" w:cs="宋体" w:hint="eastAsia"/>
          <w:sz w:val="24"/>
        </w:rPr>
        <w:t>：</w:t>
      </w:r>
    </w:p>
    <w:p w14:paraId="3664C3B1" w14:textId="77777777" w:rsidR="004A5645" w:rsidRDefault="006C7087">
      <w:pPr>
        <w:ind w:firstLineChars="200" w:firstLine="480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1、我公司自愿参加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  （项目名称） 招标编号：              标段号：         标段内容：           </w:t>
      </w:r>
      <w:r>
        <w:rPr>
          <w:rFonts w:ascii="微软雅黑" w:eastAsia="微软雅黑" w:hAnsi="微软雅黑" w:cs="宋体" w:hint="eastAsia"/>
          <w:sz w:val="24"/>
        </w:rPr>
        <w:t>的投标，且公司资格条件符合本次采购项目的要求，同时具备如期供货的能力，并在此承诺所递交的投标文件中所有关于投标的资格文件、证明文件、陈述内容、资料等</w:t>
      </w:r>
      <w:proofErr w:type="gramStart"/>
      <w:r>
        <w:rPr>
          <w:rFonts w:ascii="微软雅黑" w:eastAsia="微软雅黑" w:hAnsi="微软雅黑" w:cs="宋体" w:hint="eastAsia"/>
          <w:sz w:val="24"/>
        </w:rPr>
        <w:t>均真实</w:t>
      </w:r>
      <w:proofErr w:type="gramEnd"/>
      <w:r>
        <w:rPr>
          <w:rFonts w:ascii="微软雅黑" w:eastAsia="微软雅黑" w:hAnsi="微软雅黑" w:cs="宋体" w:hint="eastAsia"/>
          <w:sz w:val="24"/>
        </w:rPr>
        <w:t>可信，未弄虚作假。</w:t>
      </w:r>
    </w:p>
    <w:p w14:paraId="52B42FCC" w14:textId="77777777" w:rsidR="004A5645" w:rsidRDefault="006C7087">
      <w:pPr>
        <w:ind w:firstLineChars="200" w:firstLine="480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2、我方在此声明，所递交的投标文件（包括有关资料、澄清）真实可信，不存在虚假隐瞒，也不存在第二章“投标人须知第1.4.3”项规定的任何一种情形。</w:t>
      </w:r>
    </w:p>
    <w:p w14:paraId="659A7E6C" w14:textId="77777777" w:rsidR="004A5645" w:rsidRDefault="006C7087">
      <w:pPr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 xml:space="preserve">    3、若我方中标，经查实我方所提供的报名资料及投标文件内容不真实，存在伪造、虚假、隐瞒、欺诈等行为的，我方愿意按相关规定承担相应责任。</w:t>
      </w:r>
    </w:p>
    <w:p w14:paraId="72F0E2DA" w14:textId="77777777" w:rsidR="004A5645" w:rsidRDefault="006C7087">
      <w:pPr>
        <w:ind w:firstLineChars="200" w:firstLine="480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4、</w:t>
      </w:r>
      <w:r>
        <w:rPr>
          <w:rFonts w:ascii="微软雅黑" w:eastAsia="微软雅黑" w:hAnsi="微软雅黑" w:cs="宋体" w:hint="eastAsia"/>
          <w:sz w:val="24"/>
          <w:u w:val="single"/>
        </w:rPr>
        <w:t xml:space="preserve">                                   （</w:t>
      </w:r>
      <w:r>
        <w:rPr>
          <w:rFonts w:ascii="微软雅黑" w:eastAsia="微软雅黑" w:hAnsi="微软雅黑" w:cs="宋体" w:hint="eastAsia"/>
          <w:sz w:val="24"/>
        </w:rPr>
        <w:t>其他补充说明）。</w:t>
      </w:r>
    </w:p>
    <w:p w14:paraId="1E3BBB6F" w14:textId="77777777" w:rsidR="004A5645" w:rsidRDefault="004A5645">
      <w:pPr>
        <w:rPr>
          <w:rFonts w:ascii="微软雅黑" w:eastAsia="微软雅黑" w:hAnsi="微软雅黑" w:cs="宋体"/>
          <w:sz w:val="24"/>
        </w:rPr>
      </w:pPr>
    </w:p>
    <w:p w14:paraId="74925D13" w14:textId="77777777" w:rsidR="004A5645" w:rsidRDefault="004A5645">
      <w:pPr>
        <w:rPr>
          <w:rFonts w:ascii="微软雅黑" w:eastAsia="微软雅黑" w:hAnsi="微软雅黑" w:cs="宋体"/>
          <w:sz w:val="24"/>
        </w:rPr>
      </w:pPr>
    </w:p>
    <w:p w14:paraId="2E09943F" w14:textId="77777777" w:rsidR="004A5645" w:rsidRDefault="004A5645">
      <w:pPr>
        <w:rPr>
          <w:rFonts w:ascii="微软雅黑" w:eastAsia="微软雅黑" w:hAnsi="微软雅黑" w:cs="宋体"/>
          <w:sz w:val="24"/>
        </w:rPr>
      </w:pPr>
    </w:p>
    <w:p w14:paraId="4088EF8E" w14:textId="77777777" w:rsidR="004A5645" w:rsidRDefault="004A5645">
      <w:pPr>
        <w:rPr>
          <w:rFonts w:ascii="微软雅黑" w:eastAsia="微软雅黑" w:hAnsi="微软雅黑" w:cs="宋体"/>
          <w:sz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62"/>
      </w:tblGrid>
      <w:tr w:rsidR="004A5645" w14:paraId="1DAA5C66" w14:textId="77777777">
        <w:tc>
          <w:tcPr>
            <w:tcW w:w="9962" w:type="dxa"/>
            <w:shd w:val="clear" w:color="auto" w:fill="FFFFFF"/>
          </w:tcPr>
          <w:p w14:paraId="605AFD0A" w14:textId="77777777" w:rsidR="004A5645" w:rsidRDefault="006C7087">
            <w:pPr>
              <w:ind w:firstLineChars="2100" w:firstLine="5040"/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投标人：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u w:val="single"/>
              </w:rPr>
              <w:t xml:space="preserve">                   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（</w:t>
            </w:r>
            <w:r>
              <w:rPr>
                <w:rFonts w:ascii="微软雅黑" w:eastAsia="微软雅黑" w:hAnsi="微软雅黑"/>
                <w:sz w:val="24"/>
              </w:rPr>
              <w:t>盖单位公章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）</w:t>
            </w:r>
          </w:p>
        </w:tc>
      </w:tr>
      <w:tr w:rsidR="004A5645" w14:paraId="5408310C" w14:textId="77777777">
        <w:tc>
          <w:tcPr>
            <w:tcW w:w="9962" w:type="dxa"/>
            <w:shd w:val="clear" w:color="auto" w:fill="FFFFFF"/>
          </w:tcPr>
          <w:p w14:paraId="2BA780E2" w14:textId="77777777" w:rsidR="004A5645" w:rsidRDefault="006C7087">
            <w:pPr>
              <w:ind w:firstLineChars="2100" w:firstLine="5040"/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法定代表人：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4"/>
                <w:u w:val="single"/>
              </w:rPr>
              <w:t xml:space="preserve">           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（</w:t>
            </w:r>
            <w:r>
              <w:rPr>
                <w:rFonts w:ascii="微软雅黑" w:eastAsia="微软雅黑" w:hAnsi="微软雅黑"/>
                <w:sz w:val="24"/>
              </w:rPr>
              <w:t>签字</w:t>
            </w:r>
            <w:r>
              <w:rPr>
                <w:rFonts w:ascii="微软雅黑" w:eastAsia="微软雅黑" w:hAnsi="微软雅黑" w:hint="eastAsia"/>
                <w:sz w:val="24"/>
              </w:rPr>
              <w:t>或签章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）</w:t>
            </w:r>
          </w:p>
        </w:tc>
      </w:tr>
      <w:tr w:rsidR="004A5645" w14:paraId="32165828" w14:textId="77777777">
        <w:tc>
          <w:tcPr>
            <w:tcW w:w="9962" w:type="dxa"/>
            <w:shd w:val="clear" w:color="auto" w:fill="FFFFFF"/>
          </w:tcPr>
          <w:p w14:paraId="594E761F" w14:textId="36CE8E35" w:rsidR="004A5645" w:rsidRDefault="006C7087" w:rsidP="004411F8">
            <w:pPr>
              <w:wordWrap w:val="0"/>
              <w:ind w:firstLineChars="3300" w:firstLine="7920"/>
              <w:jc w:val="right"/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年  月  日</w:t>
            </w:r>
          </w:p>
        </w:tc>
      </w:tr>
      <w:tr w:rsidR="004A5645" w14:paraId="365E8B81" w14:textId="77777777">
        <w:tc>
          <w:tcPr>
            <w:tcW w:w="9962" w:type="dxa"/>
            <w:shd w:val="clear" w:color="auto" w:fill="FFFFFF"/>
          </w:tcPr>
          <w:p w14:paraId="1E40C8A8" w14:textId="77777777" w:rsidR="004A5645" w:rsidRDefault="004A5645">
            <w:pPr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</w:pPr>
          </w:p>
        </w:tc>
      </w:tr>
      <w:tr w:rsidR="004A5645" w14:paraId="6ED44091" w14:textId="77777777">
        <w:trPr>
          <w:trHeight w:val="80"/>
        </w:trPr>
        <w:tc>
          <w:tcPr>
            <w:tcW w:w="9962" w:type="dxa"/>
            <w:shd w:val="clear" w:color="auto" w:fill="FFFFFF"/>
          </w:tcPr>
          <w:p w14:paraId="641AAFB9" w14:textId="77777777" w:rsidR="004A5645" w:rsidRDefault="006C7087">
            <w:pPr>
              <w:jc w:val="right"/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 xml:space="preserve">       </w:t>
            </w:r>
          </w:p>
        </w:tc>
      </w:tr>
    </w:tbl>
    <w:p w14:paraId="5FBDFE40" w14:textId="77777777" w:rsidR="004A5645" w:rsidRDefault="004A5645">
      <w:pPr>
        <w:jc w:val="center"/>
        <w:rPr>
          <w:rFonts w:ascii="微软雅黑" w:eastAsia="微软雅黑" w:hAnsi="微软雅黑"/>
          <w:b/>
          <w:sz w:val="32"/>
          <w:szCs w:val="32"/>
        </w:rPr>
      </w:pPr>
    </w:p>
    <w:p w14:paraId="16CFB598" w14:textId="77777777" w:rsidR="004A5645" w:rsidRDefault="006C7087">
      <w:pPr>
        <w:widowControl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br w:type="page"/>
      </w:r>
      <w:r>
        <w:rPr>
          <w:rFonts w:ascii="微软雅黑" w:eastAsia="微软雅黑" w:hAnsi="微软雅黑" w:hint="eastAsia"/>
          <w:b/>
          <w:sz w:val="32"/>
          <w:szCs w:val="32"/>
        </w:rPr>
        <w:lastRenderedPageBreak/>
        <w:t>投标</w:t>
      </w:r>
      <w:r>
        <w:rPr>
          <w:rFonts w:ascii="微软雅黑" w:eastAsia="微软雅黑" w:hAnsi="微软雅黑"/>
          <w:b/>
          <w:sz w:val="32"/>
          <w:szCs w:val="32"/>
        </w:rPr>
        <w:t>承诺书</w:t>
      </w:r>
    </w:p>
    <w:p w14:paraId="3976419D" w14:textId="77777777" w:rsidR="004A5645" w:rsidRDefault="006C7087">
      <w:pPr>
        <w:spacing w:line="276" w:lineRule="auto"/>
        <w:jc w:val="lef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致内蒙古电力（集团）有限责任公司呼和浩特供电分公司：</w:t>
      </w:r>
    </w:p>
    <w:p w14:paraId="08C0031F" w14:textId="77777777" w:rsidR="004A5645" w:rsidRDefault="006C7087">
      <w:pPr>
        <w:spacing w:line="276" w:lineRule="auto"/>
        <w:ind w:leftChars="228" w:left="479"/>
        <w:jc w:val="lef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本人以企业法定代表人的身份郑重承诺：</w:t>
      </w:r>
      <w:r>
        <w:rPr>
          <w:rFonts w:ascii="微软雅黑" w:eastAsia="微软雅黑" w:hAnsi="微软雅黑"/>
          <w:sz w:val="24"/>
        </w:rPr>
        <w:br/>
      </w:r>
      <w:r>
        <w:rPr>
          <w:rFonts w:ascii="微软雅黑" w:eastAsia="微软雅黑" w:hAnsi="微软雅黑" w:hint="eastAsia"/>
          <w:sz w:val="24"/>
        </w:rPr>
        <w:t>一、将遵循公开、公正和诚实信用的原则自愿参加本项目的投标；</w:t>
      </w:r>
      <w:r>
        <w:rPr>
          <w:rFonts w:ascii="微软雅黑" w:eastAsia="微软雅黑" w:hAnsi="微软雅黑"/>
          <w:sz w:val="24"/>
        </w:rPr>
        <w:br/>
      </w:r>
      <w:r>
        <w:rPr>
          <w:rFonts w:ascii="微软雅黑" w:eastAsia="微软雅黑" w:hAnsi="微软雅黑" w:hint="eastAsia"/>
          <w:sz w:val="24"/>
        </w:rPr>
        <w:t xml:space="preserve">二、所提供的一切材料都是真实、有效、合法的； </w:t>
      </w:r>
      <w:r>
        <w:rPr>
          <w:rFonts w:ascii="微软雅黑" w:eastAsia="微软雅黑" w:hAnsi="微软雅黑"/>
          <w:sz w:val="24"/>
        </w:rPr>
        <w:br/>
      </w:r>
      <w:r>
        <w:rPr>
          <w:rFonts w:ascii="微软雅黑" w:eastAsia="微软雅黑" w:hAnsi="微软雅黑" w:hint="eastAsia"/>
          <w:sz w:val="24"/>
        </w:rPr>
        <w:t>三、不出借、转让资质证书，让他人挂靠投标，不以他人名义投标或者以其他方式弄虚作假，</w:t>
      </w:r>
    </w:p>
    <w:p w14:paraId="494482FE" w14:textId="77777777" w:rsidR="004A5645" w:rsidRDefault="006C7087">
      <w:pPr>
        <w:spacing w:line="276" w:lineRule="auto"/>
        <w:ind w:left="480" w:hangingChars="200" w:hanging="480"/>
        <w:jc w:val="lef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骗取中标；</w:t>
      </w:r>
      <w:r>
        <w:rPr>
          <w:rFonts w:ascii="微软雅黑" w:eastAsia="微软雅黑" w:hAnsi="微软雅黑"/>
          <w:sz w:val="24"/>
        </w:rPr>
        <w:br/>
      </w:r>
      <w:r>
        <w:rPr>
          <w:rFonts w:ascii="微软雅黑" w:eastAsia="微软雅黑" w:hAnsi="微软雅黑" w:hint="eastAsia"/>
          <w:sz w:val="24"/>
        </w:rPr>
        <w:t>四、</w:t>
      </w:r>
      <w:proofErr w:type="gramStart"/>
      <w:r>
        <w:rPr>
          <w:rFonts w:ascii="微软雅黑" w:eastAsia="微软雅黑" w:hAnsi="微软雅黑" w:hint="eastAsia"/>
          <w:sz w:val="24"/>
        </w:rPr>
        <w:t>不</w:t>
      </w:r>
      <w:proofErr w:type="gramEnd"/>
      <w:r>
        <w:rPr>
          <w:rFonts w:ascii="微软雅黑" w:eastAsia="微软雅黑" w:hAnsi="微软雅黑" w:hint="eastAsia"/>
          <w:sz w:val="24"/>
        </w:rPr>
        <w:t>与其他投标人相互</w:t>
      </w:r>
      <w:hyperlink r:id="rId6" w:tgtFrame="_blank" w:history="1">
        <w:r>
          <w:rPr>
            <w:rFonts w:ascii="微软雅黑" w:eastAsia="微软雅黑" w:hAnsi="微软雅黑"/>
            <w:sz w:val="24"/>
          </w:rPr>
          <w:t>串通投标</w:t>
        </w:r>
      </w:hyperlink>
      <w:r>
        <w:rPr>
          <w:rFonts w:ascii="微软雅黑" w:eastAsia="微软雅黑" w:hAnsi="微软雅黑" w:hint="eastAsia"/>
          <w:sz w:val="24"/>
        </w:rPr>
        <w:t>报价，不排挤其他投标人的公平竞争、损害招标人的合法权</w:t>
      </w:r>
    </w:p>
    <w:p w14:paraId="64623618" w14:textId="77777777" w:rsidR="004A5645" w:rsidRDefault="006C7087">
      <w:pPr>
        <w:spacing w:line="276" w:lineRule="auto"/>
        <w:ind w:left="480" w:hangingChars="200" w:hanging="480"/>
        <w:jc w:val="lef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益；</w:t>
      </w:r>
      <w:r>
        <w:rPr>
          <w:rFonts w:ascii="微软雅黑" w:eastAsia="微软雅黑" w:hAnsi="微软雅黑"/>
          <w:sz w:val="24"/>
        </w:rPr>
        <w:br/>
      </w:r>
      <w:r>
        <w:rPr>
          <w:rFonts w:ascii="微软雅黑" w:eastAsia="微软雅黑" w:hAnsi="微软雅黑" w:hint="eastAsia"/>
          <w:sz w:val="24"/>
        </w:rPr>
        <w:t>五、不与招标人或者</w:t>
      </w:r>
      <w:hyperlink r:id="rId7" w:tgtFrame="_blank" w:history="1">
        <w:r>
          <w:rPr>
            <w:rFonts w:ascii="微软雅黑" w:eastAsia="微软雅黑" w:hAnsi="微软雅黑"/>
            <w:sz w:val="24"/>
          </w:rPr>
          <w:t>招标代理机构</w:t>
        </w:r>
      </w:hyperlink>
      <w:hyperlink r:id="rId8" w:tgtFrame="_blank" w:history="1">
        <w:r>
          <w:rPr>
            <w:rFonts w:ascii="微软雅黑" w:eastAsia="微软雅黑" w:hAnsi="微软雅黑"/>
            <w:sz w:val="24"/>
          </w:rPr>
          <w:t>串通投标</w:t>
        </w:r>
      </w:hyperlink>
      <w:r>
        <w:rPr>
          <w:rFonts w:ascii="微软雅黑" w:eastAsia="微软雅黑" w:hAnsi="微软雅黑" w:hint="eastAsia"/>
          <w:sz w:val="24"/>
        </w:rPr>
        <w:t>，损害国家利益、</w:t>
      </w:r>
      <w:hyperlink r:id="rId9" w:tgtFrame="_blank" w:history="1">
        <w:r>
          <w:rPr>
            <w:rFonts w:ascii="微软雅黑" w:eastAsia="微软雅黑" w:hAnsi="微软雅黑"/>
            <w:sz w:val="24"/>
          </w:rPr>
          <w:t>社会公共利益</w:t>
        </w:r>
      </w:hyperlink>
      <w:r>
        <w:rPr>
          <w:rFonts w:ascii="微软雅黑" w:eastAsia="微软雅黑" w:hAnsi="微软雅黑" w:hint="eastAsia"/>
          <w:sz w:val="24"/>
        </w:rPr>
        <w:t>或者他人的合法权</w:t>
      </w:r>
    </w:p>
    <w:p w14:paraId="26C21F2C" w14:textId="77777777" w:rsidR="004A5645" w:rsidRDefault="006C7087">
      <w:pPr>
        <w:spacing w:line="276" w:lineRule="auto"/>
        <w:ind w:left="480" w:hangingChars="200" w:hanging="480"/>
        <w:jc w:val="lef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益；</w:t>
      </w:r>
      <w:r>
        <w:rPr>
          <w:rFonts w:ascii="微软雅黑" w:eastAsia="微软雅黑" w:hAnsi="微软雅黑"/>
          <w:sz w:val="24"/>
        </w:rPr>
        <w:br/>
      </w:r>
      <w:r>
        <w:rPr>
          <w:rFonts w:ascii="微软雅黑" w:eastAsia="微软雅黑" w:hAnsi="微软雅黑" w:hint="eastAsia"/>
          <w:sz w:val="24"/>
        </w:rPr>
        <w:t>六、不向招标人或者评标委员会成员行贿以牟取中标；</w:t>
      </w:r>
    </w:p>
    <w:p w14:paraId="00329668" w14:textId="77777777" w:rsidR="004A5645" w:rsidRDefault="006C7087">
      <w:pPr>
        <w:spacing w:line="276" w:lineRule="auto"/>
        <w:ind w:firstLineChars="200" w:firstLine="480"/>
        <w:jc w:val="lef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七、投标人未因发生过骗取中标和严重违约、质量事故及重大合同纠纷被上级部门（内蒙古电力（集团）有限责任公司）通报、披露取消投标资格，且不处于处罚期内，以及未被列入中</w:t>
      </w:r>
      <w:proofErr w:type="gramStart"/>
      <w:r>
        <w:rPr>
          <w:rFonts w:ascii="微软雅黑" w:eastAsia="微软雅黑" w:hAnsi="微软雅黑" w:hint="eastAsia"/>
          <w:sz w:val="24"/>
        </w:rPr>
        <w:t>电联涉电力</w:t>
      </w:r>
      <w:proofErr w:type="gramEnd"/>
      <w:r>
        <w:rPr>
          <w:rFonts w:ascii="微软雅黑" w:eastAsia="微软雅黑" w:hAnsi="微软雅黑" w:hint="eastAsia"/>
          <w:sz w:val="24"/>
        </w:rPr>
        <w:t>领域黑名单，且不处于处罚期内；</w:t>
      </w:r>
    </w:p>
    <w:p w14:paraId="2FC0C8D5" w14:textId="77777777" w:rsidR="004A5645" w:rsidRDefault="006C7087">
      <w:pPr>
        <w:spacing w:line="276" w:lineRule="auto"/>
        <w:ind w:firstLineChars="200" w:firstLine="480"/>
        <w:jc w:val="lef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八、如若中标不对本项目采购任务进行分包、转包等；</w:t>
      </w:r>
    </w:p>
    <w:p w14:paraId="11E55DF0" w14:textId="77777777" w:rsidR="004A5645" w:rsidRDefault="006C7087">
      <w:pPr>
        <w:spacing w:line="276" w:lineRule="auto"/>
        <w:ind w:firstLineChars="200" w:firstLine="480"/>
        <w:jc w:val="lef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本公司若有违反承诺内容的行为，自愿接受取消其投标资格、记入信用档案及黑名单，愿意承担法律责任。如已中标的，自动放弃中标资格；给招标人造成损失的，依法承担赔偿责任。</w:t>
      </w:r>
    </w:p>
    <w:p w14:paraId="275177C9" w14:textId="77777777" w:rsidR="004A5645" w:rsidRDefault="006C7087">
      <w:pPr>
        <w:spacing w:line="276" w:lineRule="auto"/>
        <w:ind w:firstLineChars="2000" w:firstLine="4800"/>
        <w:jc w:val="lef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投标人：</w:t>
      </w:r>
      <w:r>
        <w:rPr>
          <w:rFonts w:ascii="微软雅黑" w:eastAsia="微软雅黑" w:hAnsi="微软雅黑" w:hint="eastAsia"/>
          <w:sz w:val="24"/>
          <w:u w:val="single"/>
        </w:rPr>
        <w:t xml:space="preserve">                        （</w:t>
      </w:r>
      <w:r>
        <w:rPr>
          <w:rFonts w:ascii="微软雅黑" w:eastAsia="微软雅黑" w:hAnsi="微软雅黑"/>
          <w:sz w:val="24"/>
        </w:rPr>
        <w:t>盖单位公章</w:t>
      </w:r>
      <w:r>
        <w:rPr>
          <w:rFonts w:ascii="微软雅黑" w:eastAsia="微软雅黑" w:hAnsi="微软雅黑" w:hint="eastAsia"/>
          <w:sz w:val="24"/>
        </w:rPr>
        <w:t>）</w:t>
      </w:r>
    </w:p>
    <w:p w14:paraId="7B6D2B50" w14:textId="77777777" w:rsidR="004A5645" w:rsidRDefault="006C7087">
      <w:pPr>
        <w:pStyle w:val="a3"/>
        <w:adjustRightInd w:val="0"/>
        <w:snapToGrid w:val="0"/>
        <w:spacing w:before="240" w:after="100" w:afterAutospacing="1" w:line="276" w:lineRule="auto"/>
        <w:ind w:firstLineChars="2300" w:firstLine="552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法定代表人：_______________（签字</w:t>
      </w:r>
      <w:r>
        <w:rPr>
          <w:rFonts w:ascii="微软雅黑" w:eastAsia="微软雅黑" w:hAnsi="微软雅黑" w:hint="eastAsia"/>
          <w:sz w:val="24"/>
          <w:szCs w:val="24"/>
        </w:rPr>
        <w:t>或签章</w:t>
      </w:r>
      <w:r>
        <w:rPr>
          <w:rFonts w:ascii="微软雅黑" w:eastAsia="微软雅黑" w:hAnsi="微软雅黑"/>
          <w:sz w:val="24"/>
          <w:szCs w:val="24"/>
        </w:rPr>
        <w:t>）</w:t>
      </w:r>
    </w:p>
    <w:p w14:paraId="26239F57" w14:textId="46D00EA4" w:rsidR="004A5645" w:rsidRDefault="006C7087" w:rsidP="004411F8">
      <w:pPr>
        <w:pStyle w:val="a3"/>
        <w:adjustRightInd w:val="0"/>
        <w:snapToGrid w:val="0"/>
        <w:spacing w:before="240" w:after="100" w:afterAutospacing="1" w:line="276" w:lineRule="auto"/>
        <w:ind w:firstLineChars="3350" w:firstLine="8040"/>
        <w:jc w:val="righ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年</w:t>
      </w:r>
      <w:r w:rsidR="004411F8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4411F8">
        <w:rPr>
          <w:rFonts w:ascii="微软雅黑" w:eastAsia="微软雅黑" w:hAnsi="微软雅黑"/>
          <w:sz w:val="24"/>
          <w:szCs w:val="24"/>
        </w:rPr>
        <w:t xml:space="preserve"> </w:t>
      </w:r>
      <w:r>
        <w:rPr>
          <w:rFonts w:ascii="微软雅黑" w:eastAsia="微软雅黑" w:hAnsi="微软雅黑" w:hint="eastAsia"/>
          <w:sz w:val="24"/>
          <w:szCs w:val="24"/>
        </w:rPr>
        <w:t>月</w:t>
      </w:r>
      <w:r w:rsidR="004411F8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4411F8">
        <w:rPr>
          <w:rFonts w:ascii="微软雅黑" w:eastAsia="微软雅黑" w:hAnsi="微软雅黑"/>
          <w:sz w:val="24"/>
          <w:szCs w:val="24"/>
        </w:rPr>
        <w:t xml:space="preserve"> </w:t>
      </w:r>
      <w:r>
        <w:rPr>
          <w:rFonts w:ascii="微软雅黑" w:eastAsia="微软雅黑" w:hAnsi="微软雅黑" w:hint="eastAsia"/>
          <w:sz w:val="24"/>
          <w:szCs w:val="24"/>
        </w:rPr>
        <w:t>日</w:t>
      </w:r>
    </w:p>
    <w:sectPr w:rsidR="004A5645">
      <w:pgSz w:w="11906" w:h="16838"/>
      <w:pgMar w:top="1440" w:right="851" w:bottom="1440" w:left="85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UxMDI1YjU5NzJkNTA0Njg5MWI3NjQ4MmY5ODU1OGQifQ=="/>
    <w:docVar w:name="KSO_WPS_MARK_KEY" w:val="cc94a2c7-d4a6-4fa9-8909-9fde6af28647"/>
  </w:docVars>
  <w:rsids>
    <w:rsidRoot w:val="029A1274"/>
    <w:rsid w:val="00004230"/>
    <w:rsid w:val="00006D56"/>
    <w:rsid w:val="00012267"/>
    <w:rsid w:val="0001356C"/>
    <w:rsid w:val="00014D27"/>
    <w:rsid w:val="00017FA1"/>
    <w:rsid w:val="00023CD6"/>
    <w:rsid w:val="00032819"/>
    <w:rsid w:val="0003567D"/>
    <w:rsid w:val="000360E2"/>
    <w:rsid w:val="0004152F"/>
    <w:rsid w:val="00041B1F"/>
    <w:rsid w:val="00043BEF"/>
    <w:rsid w:val="00047E03"/>
    <w:rsid w:val="000501DF"/>
    <w:rsid w:val="00056442"/>
    <w:rsid w:val="0005657A"/>
    <w:rsid w:val="00060327"/>
    <w:rsid w:val="0006036E"/>
    <w:rsid w:val="00060E24"/>
    <w:rsid w:val="00061DD4"/>
    <w:rsid w:val="00064C14"/>
    <w:rsid w:val="0006749E"/>
    <w:rsid w:val="00072B2C"/>
    <w:rsid w:val="00075EAE"/>
    <w:rsid w:val="0008053D"/>
    <w:rsid w:val="00081831"/>
    <w:rsid w:val="0008382D"/>
    <w:rsid w:val="00091A0E"/>
    <w:rsid w:val="00092B13"/>
    <w:rsid w:val="000974E6"/>
    <w:rsid w:val="000A01A9"/>
    <w:rsid w:val="000A279D"/>
    <w:rsid w:val="000B02EA"/>
    <w:rsid w:val="000B2F03"/>
    <w:rsid w:val="000B57BB"/>
    <w:rsid w:val="000B5918"/>
    <w:rsid w:val="000C008C"/>
    <w:rsid w:val="000C180B"/>
    <w:rsid w:val="000C2987"/>
    <w:rsid w:val="000D712D"/>
    <w:rsid w:val="000E0CFF"/>
    <w:rsid w:val="000E14BA"/>
    <w:rsid w:val="000E367E"/>
    <w:rsid w:val="000E4B2B"/>
    <w:rsid w:val="000F1F03"/>
    <w:rsid w:val="000F5282"/>
    <w:rsid w:val="000F57B3"/>
    <w:rsid w:val="000F57FF"/>
    <w:rsid w:val="000F594D"/>
    <w:rsid w:val="000F5976"/>
    <w:rsid w:val="000F7D21"/>
    <w:rsid w:val="00102310"/>
    <w:rsid w:val="00114BF3"/>
    <w:rsid w:val="00120335"/>
    <w:rsid w:val="001340D8"/>
    <w:rsid w:val="001368F8"/>
    <w:rsid w:val="00137170"/>
    <w:rsid w:val="001433D4"/>
    <w:rsid w:val="00151F9A"/>
    <w:rsid w:val="0015282D"/>
    <w:rsid w:val="001626FA"/>
    <w:rsid w:val="001638D9"/>
    <w:rsid w:val="001642F3"/>
    <w:rsid w:val="00164CA3"/>
    <w:rsid w:val="00171C18"/>
    <w:rsid w:val="001752B3"/>
    <w:rsid w:val="00175C47"/>
    <w:rsid w:val="00177762"/>
    <w:rsid w:val="001815D8"/>
    <w:rsid w:val="0018171C"/>
    <w:rsid w:val="001869F4"/>
    <w:rsid w:val="00186CAD"/>
    <w:rsid w:val="001926A4"/>
    <w:rsid w:val="00192A85"/>
    <w:rsid w:val="00194649"/>
    <w:rsid w:val="001A086C"/>
    <w:rsid w:val="001B0124"/>
    <w:rsid w:val="001B5487"/>
    <w:rsid w:val="001C03B6"/>
    <w:rsid w:val="001D37CE"/>
    <w:rsid w:val="001D7691"/>
    <w:rsid w:val="001E1DA2"/>
    <w:rsid w:val="001E1F61"/>
    <w:rsid w:val="001E2534"/>
    <w:rsid w:val="001E2D79"/>
    <w:rsid w:val="001E3C33"/>
    <w:rsid w:val="001E4AE1"/>
    <w:rsid w:val="001F1D82"/>
    <w:rsid w:val="001F65EA"/>
    <w:rsid w:val="00203FA3"/>
    <w:rsid w:val="00214D3A"/>
    <w:rsid w:val="00216569"/>
    <w:rsid w:val="00223150"/>
    <w:rsid w:val="00224F64"/>
    <w:rsid w:val="00232B2B"/>
    <w:rsid w:val="002331B9"/>
    <w:rsid w:val="00244E9F"/>
    <w:rsid w:val="002551BF"/>
    <w:rsid w:val="00255F3E"/>
    <w:rsid w:val="00272A94"/>
    <w:rsid w:val="00272CBD"/>
    <w:rsid w:val="00273CAC"/>
    <w:rsid w:val="002744BD"/>
    <w:rsid w:val="00274797"/>
    <w:rsid w:val="002800AC"/>
    <w:rsid w:val="0028144A"/>
    <w:rsid w:val="00284EFC"/>
    <w:rsid w:val="002A2ED3"/>
    <w:rsid w:val="002C7232"/>
    <w:rsid w:val="002C771B"/>
    <w:rsid w:val="002D1729"/>
    <w:rsid w:val="002D2701"/>
    <w:rsid w:val="002D3F3F"/>
    <w:rsid w:val="002D481F"/>
    <w:rsid w:val="002E0BCD"/>
    <w:rsid w:val="002E6DDF"/>
    <w:rsid w:val="002F1BDF"/>
    <w:rsid w:val="002F5FA2"/>
    <w:rsid w:val="003015B5"/>
    <w:rsid w:val="00302DF5"/>
    <w:rsid w:val="00314025"/>
    <w:rsid w:val="00324D8B"/>
    <w:rsid w:val="00325B04"/>
    <w:rsid w:val="00331A75"/>
    <w:rsid w:val="00335D8B"/>
    <w:rsid w:val="003376F7"/>
    <w:rsid w:val="003416EF"/>
    <w:rsid w:val="003517F5"/>
    <w:rsid w:val="0035224E"/>
    <w:rsid w:val="00353BCF"/>
    <w:rsid w:val="0035584D"/>
    <w:rsid w:val="00360BFA"/>
    <w:rsid w:val="00362038"/>
    <w:rsid w:val="0036245A"/>
    <w:rsid w:val="00363EE1"/>
    <w:rsid w:val="00366DB1"/>
    <w:rsid w:val="00371673"/>
    <w:rsid w:val="00381D39"/>
    <w:rsid w:val="003820F8"/>
    <w:rsid w:val="0038497A"/>
    <w:rsid w:val="003869B7"/>
    <w:rsid w:val="00391AB1"/>
    <w:rsid w:val="003A0914"/>
    <w:rsid w:val="003A11BA"/>
    <w:rsid w:val="003A2985"/>
    <w:rsid w:val="003A3EEC"/>
    <w:rsid w:val="003B0AFC"/>
    <w:rsid w:val="003B1AF2"/>
    <w:rsid w:val="003C27E8"/>
    <w:rsid w:val="003C5051"/>
    <w:rsid w:val="003C5D00"/>
    <w:rsid w:val="003C6421"/>
    <w:rsid w:val="003C764E"/>
    <w:rsid w:val="003C77BE"/>
    <w:rsid w:val="003D353A"/>
    <w:rsid w:val="003D3BDF"/>
    <w:rsid w:val="003E1199"/>
    <w:rsid w:val="003E12CC"/>
    <w:rsid w:val="003E30B2"/>
    <w:rsid w:val="003E7B4A"/>
    <w:rsid w:val="003F597E"/>
    <w:rsid w:val="003F6801"/>
    <w:rsid w:val="003F7AE4"/>
    <w:rsid w:val="00407838"/>
    <w:rsid w:val="00407EEF"/>
    <w:rsid w:val="0041277D"/>
    <w:rsid w:val="00414DD2"/>
    <w:rsid w:val="00421198"/>
    <w:rsid w:val="00422026"/>
    <w:rsid w:val="00426DE5"/>
    <w:rsid w:val="004312E8"/>
    <w:rsid w:val="004411F8"/>
    <w:rsid w:val="0044521E"/>
    <w:rsid w:val="0045734E"/>
    <w:rsid w:val="00462385"/>
    <w:rsid w:val="00464426"/>
    <w:rsid w:val="00470698"/>
    <w:rsid w:val="004715B9"/>
    <w:rsid w:val="00471F60"/>
    <w:rsid w:val="0047223B"/>
    <w:rsid w:val="00476E33"/>
    <w:rsid w:val="004773C2"/>
    <w:rsid w:val="004829F4"/>
    <w:rsid w:val="00485A73"/>
    <w:rsid w:val="00486086"/>
    <w:rsid w:val="00486342"/>
    <w:rsid w:val="00486849"/>
    <w:rsid w:val="00491194"/>
    <w:rsid w:val="0049162C"/>
    <w:rsid w:val="00494438"/>
    <w:rsid w:val="00496655"/>
    <w:rsid w:val="004966AE"/>
    <w:rsid w:val="004A0E6D"/>
    <w:rsid w:val="004A1A03"/>
    <w:rsid w:val="004A297C"/>
    <w:rsid w:val="004A477B"/>
    <w:rsid w:val="004A5645"/>
    <w:rsid w:val="004A6FAB"/>
    <w:rsid w:val="004B1394"/>
    <w:rsid w:val="004B3122"/>
    <w:rsid w:val="004B5583"/>
    <w:rsid w:val="004B6947"/>
    <w:rsid w:val="004C4B3B"/>
    <w:rsid w:val="004D07A0"/>
    <w:rsid w:val="004D3D2A"/>
    <w:rsid w:val="004D4409"/>
    <w:rsid w:val="004D610A"/>
    <w:rsid w:val="004E10F4"/>
    <w:rsid w:val="004E14E1"/>
    <w:rsid w:val="004E74DC"/>
    <w:rsid w:val="004F37E3"/>
    <w:rsid w:val="004F41BB"/>
    <w:rsid w:val="004F6B6F"/>
    <w:rsid w:val="00500E85"/>
    <w:rsid w:val="0050748C"/>
    <w:rsid w:val="00514A14"/>
    <w:rsid w:val="00520507"/>
    <w:rsid w:val="0052533D"/>
    <w:rsid w:val="005255D7"/>
    <w:rsid w:val="0052605A"/>
    <w:rsid w:val="00531813"/>
    <w:rsid w:val="005410A8"/>
    <w:rsid w:val="005454CA"/>
    <w:rsid w:val="00554BD5"/>
    <w:rsid w:val="00564B5D"/>
    <w:rsid w:val="00566272"/>
    <w:rsid w:val="005672DF"/>
    <w:rsid w:val="005677EA"/>
    <w:rsid w:val="005716FE"/>
    <w:rsid w:val="00577DC3"/>
    <w:rsid w:val="005846F3"/>
    <w:rsid w:val="005936A2"/>
    <w:rsid w:val="00595B0B"/>
    <w:rsid w:val="005A09D7"/>
    <w:rsid w:val="005A18F7"/>
    <w:rsid w:val="005B3446"/>
    <w:rsid w:val="005C3C5D"/>
    <w:rsid w:val="005C5C81"/>
    <w:rsid w:val="005C6021"/>
    <w:rsid w:val="005D7C14"/>
    <w:rsid w:val="005E37B3"/>
    <w:rsid w:val="005E4818"/>
    <w:rsid w:val="005F4BF1"/>
    <w:rsid w:val="005F53C2"/>
    <w:rsid w:val="006058FC"/>
    <w:rsid w:val="00607D6A"/>
    <w:rsid w:val="00612C5D"/>
    <w:rsid w:val="00613B87"/>
    <w:rsid w:val="00613F0D"/>
    <w:rsid w:val="00614BB8"/>
    <w:rsid w:val="006154A8"/>
    <w:rsid w:val="00625BAA"/>
    <w:rsid w:val="00634CE0"/>
    <w:rsid w:val="006370E2"/>
    <w:rsid w:val="006435A5"/>
    <w:rsid w:val="00646571"/>
    <w:rsid w:val="0065094C"/>
    <w:rsid w:val="00650B38"/>
    <w:rsid w:val="00655CD1"/>
    <w:rsid w:val="006567AA"/>
    <w:rsid w:val="0065680C"/>
    <w:rsid w:val="00661271"/>
    <w:rsid w:val="00663ACE"/>
    <w:rsid w:val="00664970"/>
    <w:rsid w:val="00666A27"/>
    <w:rsid w:val="006726FA"/>
    <w:rsid w:val="006744DE"/>
    <w:rsid w:val="006805F4"/>
    <w:rsid w:val="00680CA0"/>
    <w:rsid w:val="0068309C"/>
    <w:rsid w:val="00687829"/>
    <w:rsid w:val="00690A0E"/>
    <w:rsid w:val="00693B34"/>
    <w:rsid w:val="00696C21"/>
    <w:rsid w:val="006973B1"/>
    <w:rsid w:val="006A1EB7"/>
    <w:rsid w:val="006A33CD"/>
    <w:rsid w:val="006A4B57"/>
    <w:rsid w:val="006A55C6"/>
    <w:rsid w:val="006A6363"/>
    <w:rsid w:val="006A6EE7"/>
    <w:rsid w:val="006A7C11"/>
    <w:rsid w:val="006B2022"/>
    <w:rsid w:val="006B2F45"/>
    <w:rsid w:val="006B5695"/>
    <w:rsid w:val="006C1677"/>
    <w:rsid w:val="006C1B93"/>
    <w:rsid w:val="006C4D27"/>
    <w:rsid w:val="006C69E5"/>
    <w:rsid w:val="006C7087"/>
    <w:rsid w:val="006C7C06"/>
    <w:rsid w:val="006D40F2"/>
    <w:rsid w:val="006D7CFF"/>
    <w:rsid w:val="006E07BD"/>
    <w:rsid w:val="006E085F"/>
    <w:rsid w:val="006E1D2E"/>
    <w:rsid w:val="006F2A30"/>
    <w:rsid w:val="006F3DD7"/>
    <w:rsid w:val="006F4FDF"/>
    <w:rsid w:val="006F5679"/>
    <w:rsid w:val="00701CE5"/>
    <w:rsid w:val="007043A8"/>
    <w:rsid w:val="00704A8A"/>
    <w:rsid w:val="007059AE"/>
    <w:rsid w:val="007073A4"/>
    <w:rsid w:val="00715606"/>
    <w:rsid w:val="00717AC0"/>
    <w:rsid w:val="007208F6"/>
    <w:rsid w:val="00726A9C"/>
    <w:rsid w:val="00726E7D"/>
    <w:rsid w:val="0072709A"/>
    <w:rsid w:val="00734351"/>
    <w:rsid w:val="00742233"/>
    <w:rsid w:val="0074239A"/>
    <w:rsid w:val="00742D08"/>
    <w:rsid w:val="007443E7"/>
    <w:rsid w:val="00744CEE"/>
    <w:rsid w:val="00750BC7"/>
    <w:rsid w:val="00751F74"/>
    <w:rsid w:val="00767497"/>
    <w:rsid w:val="007679DF"/>
    <w:rsid w:val="00770050"/>
    <w:rsid w:val="00770514"/>
    <w:rsid w:val="00771489"/>
    <w:rsid w:val="00772F49"/>
    <w:rsid w:val="00781260"/>
    <w:rsid w:val="00784E96"/>
    <w:rsid w:val="00784F25"/>
    <w:rsid w:val="007850C1"/>
    <w:rsid w:val="00785729"/>
    <w:rsid w:val="007913D4"/>
    <w:rsid w:val="00792031"/>
    <w:rsid w:val="007931DD"/>
    <w:rsid w:val="007946E4"/>
    <w:rsid w:val="00796377"/>
    <w:rsid w:val="007A05F3"/>
    <w:rsid w:val="007B347B"/>
    <w:rsid w:val="007B546D"/>
    <w:rsid w:val="007B7331"/>
    <w:rsid w:val="007B7FFA"/>
    <w:rsid w:val="007C2387"/>
    <w:rsid w:val="007C2985"/>
    <w:rsid w:val="007D653F"/>
    <w:rsid w:val="007D724C"/>
    <w:rsid w:val="007E07CA"/>
    <w:rsid w:val="007E28D4"/>
    <w:rsid w:val="007E4206"/>
    <w:rsid w:val="007E5B90"/>
    <w:rsid w:val="007F43B1"/>
    <w:rsid w:val="007F69DC"/>
    <w:rsid w:val="007F78E7"/>
    <w:rsid w:val="00806BDD"/>
    <w:rsid w:val="00807A90"/>
    <w:rsid w:val="008125D8"/>
    <w:rsid w:val="0081299E"/>
    <w:rsid w:val="00813EA6"/>
    <w:rsid w:val="00816EB7"/>
    <w:rsid w:val="00824F5B"/>
    <w:rsid w:val="008309A7"/>
    <w:rsid w:val="0084118B"/>
    <w:rsid w:val="0086162C"/>
    <w:rsid w:val="00862BBB"/>
    <w:rsid w:val="0086735D"/>
    <w:rsid w:val="008679B2"/>
    <w:rsid w:val="00867E49"/>
    <w:rsid w:val="008808DF"/>
    <w:rsid w:val="00881E63"/>
    <w:rsid w:val="008858FE"/>
    <w:rsid w:val="00890321"/>
    <w:rsid w:val="008A3B5E"/>
    <w:rsid w:val="008C0394"/>
    <w:rsid w:val="008C4B65"/>
    <w:rsid w:val="008C6B27"/>
    <w:rsid w:val="008D1FB3"/>
    <w:rsid w:val="008D4A2A"/>
    <w:rsid w:val="008D64C1"/>
    <w:rsid w:val="008E3DD1"/>
    <w:rsid w:val="008E3E07"/>
    <w:rsid w:val="008F0092"/>
    <w:rsid w:val="008F204A"/>
    <w:rsid w:val="008F2F32"/>
    <w:rsid w:val="008F447A"/>
    <w:rsid w:val="00904624"/>
    <w:rsid w:val="00905C7F"/>
    <w:rsid w:val="00912530"/>
    <w:rsid w:val="00912A1B"/>
    <w:rsid w:val="00930B21"/>
    <w:rsid w:val="00933879"/>
    <w:rsid w:val="00936CE5"/>
    <w:rsid w:val="00943490"/>
    <w:rsid w:val="00947DA0"/>
    <w:rsid w:val="009506B7"/>
    <w:rsid w:val="00951506"/>
    <w:rsid w:val="00951A72"/>
    <w:rsid w:val="00953F86"/>
    <w:rsid w:val="00955517"/>
    <w:rsid w:val="009555AC"/>
    <w:rsid w:val="0095790B"/>
    <w:rsid w:val="0096407A"/>
    <w:rsid w:val="009666BC"/>
    <w:rsid w:val="00970C76"/>
    <w:rsid w:val="009725EF"/>
    <w:rsid w:val="00980595"/>
    <w:rsid w:val="0098658A"/>
    <w:rsid w:val="00986DAF"/>
    <w:rsid w:val="0099144A"/>
    <w:rsid w:val="009944EC"/>
    <w:rsid w:val="009B203A"/>
    <w:rsid w:val="009B408D"/>
    <w:rsid w:val="009B4F2C"/>
    <w:rsid w:val="009C08FD"/>
    <w:rsid w:val="009C2444"/>
    <w:rsid w:val="009D1AE7"/>
    <w:rsid w:val="009D4EB7"/>
    <w:rsid w:val="009E17E3"/>
    <w:rsid w:val="009E4D47"/>
    <w:rsid w:val="009E557F"/>
    <w:rsid w:val="009F288D"/>
    <w:rsid w:val="00A10496"/>
    <w:rsid w:val="00A107EC"/>
    <w:rsid w:val="00A12428"/>
    <w:rsid w:val="00A23DBE"/>
    <w:rsid w:val="00A31035"/>
    <w:rsid w:val="00A37A8D"/>
    <w:rsid w:val="00A4062F"/>
    <w:rsid w:val="00A44854"/>
    <w:rsid w:val="00A45406"/>
    <w:rsid w:val="00A464E5"/>
    <w:rsid w:val="00A5197E"/>
    <w:rsid w:val="00A60755"/>
    <w:rsid w:val="00A635EE"/>
    <w:rsid w:val="00A67CB8"/>
    <w:rsid w:val="00A72A52"/>
    <w:rsid w:val="00A755FE"/>
    <w:rsid w:val="00A778DD"/>
    <w:rsid w:val="00A778EA"/>
    <w:rsid w:val="00AA1885"/>
    <w:rsid w:val="00AC48F2"/>
    <w:rsid w:val="00AC6E3C"/>
    <w:rsid w:val="00AD5D47"/>
    <w:rsid w:val="00AE4A4A"/>
    <w:rsid w:val="00AF0FFF"/>
    <w:rsid w:val="00AF45A3"/>
    <w:rsid w:val="00AF5E10"/>
    <w:rsid w:val="00B16038"/>
    <w:rsid w:val="00B163DB"/>
    <w:rsid w:val="00B2107C"/>
    <w:rsid w:val="00B33F38"/>
    <w:rsid w:val="00B34CBA"/>
    <w:rsid w:val="00B42167"/>
    <w:rsid w:val="00B470A1"/>
    <w:rsid w:val="00B47F81"/>
    <w:rsid w:val="00B505AB"/>
    <w:rsid w:val="00B54E7E"/>
    <w:rsid w:val="00B607B8"/>
    <w:rsid w:val="00B62B7F"/>
    <w:rsid w:val="00B657C3"/>
    <w:rsid w:val="00B67671"/>
    <w:rsid w:val="00B73A5C"/>
    <w:rsid w:val="00B76122"/>
    <w:rsid w:val="00B77839"/>
    <w:rsid w:val="00B8190E"/>
    <w:rsid w:val="00B83E89"/>
    <w:rsid w:val="00B95F34"/>
    <w:rsid w:val="00B96790"/>
    <w:rsid w:val="00BA1882"/>
    <w:rsid w:val="00BA3C56"/>
    <w:rsid w:val="00BA6CC6"/>
    <w:rsid w:val="00BA738B"/>
    <w:rsid w:val="00BB1197"/>
    <w:rsid w:val="00BB410F"/>
    <w:rsid w:val="00BB556E"/>
    <w:rsid w:val="00BB7388"/>
    <w:rsid w:val="00BC0122"/>
    <w:rsid w:val="00BC1477"/>
    <w:rsid w:val="00BC3CBA"/>
    <w:rsid w:val="00BC3D7E"/>
    <w:rsid w:val="00BC4896"/>
    <w:rsid w:val="00BC4A46"/>
    <w:rsid w:val="00BE0101"/>
    <w:rsid w:val="00BF3065"/>
    <w:rsid w:val="00BF60FB"/>
    <w:rsid w:val="00C03DD4"/>
    <w:rsid w:val="00C06D4E"/>
    <w:rsid w:val="00C07CF7"/>
    <w:rsid w:val="00C11B60"/>
    <w:rsid w:val="00C140CF"/>
    <w:rsid w:val="00C142A2"/>
    <w:rsid w:val="00C27118"/>
    <w:rsid w:val="00C32614"/>
    <w:rsid w:val="00C42879"/>
    <w:rsid w:val="00C4586A"/>
    <w:rsid w:val="00C4588B"/>
    <w:rsid w:val="00C4739F"/>
    <w:rsid w:val="00C51BEF"/>
    <w:rsid w:val="00C52086"/>
    <w:rsid w:val="00C532E5"/>
    <w:rsid w:val="00C53972"/>
    <w:rsid w:val="00C60033"/>
    <w:rsid w:val="00C611CD"/>
    <w:rsid w:val="00C64D2C"/>
    <w:rsid w:val="00C73D10"/>
    <w:rsid w:val="00C73D46"/>
    <w:rsid w:val="00C82111"/>
    <w:rsid w:val="00C8353E"/>
    <w:rsid w:val="00C83605"/>
    <w:rsid w:val="00C8625E"/>
    <w:rsid w:val="00C904D7"/>
    <w:rsid w:val="00C90A1C"/>
    <w:rsid w:val="00C96872"/>
    <w:rsid w:val="00CB5275"/>
    <w:rsid w:val="00CB5835"/>
    <w:rsid w:val="00CB6AC7"/>
    <w:rsid w:val="00CB7D7C"/>
    <w:rsid w:val="00CC23ED"/>
    <w:rsid w:val="00CC5C2A"/>
    <w:rsid w:val="00CE014E"/>
    <w:rsid w:val="00CE246E"/>
    <w:rsid w:val="00CE3874"/>
    <w:rsid w:val="00CE6672"/>
    <w:rsid w:val="00CE7570"/>
    <w:rsid w:val="00CE77E3"/>
    <w:rsid w:val="00CE7978"/>
    <w:rsid w:val="00CF3616"/>
    <w:rsid w:val="00CF68A8"/>
    <w:rsid w:val="00CF7C53"/>
    <w:rsid w:val="00D00BC9"/>
    <w:rsid w:val="00D02B18"/>
    <w:rsid w:val="00D03CDC"/>
    <w:rsid w:val="00D058AC"/>
    <w:rsid w:val="00D12A79"/>
    <w:rsid w:val="00D1304B"/>
    <w:rsid w:val="00D2521F"/>
    <w:rsid w:val="00D25AA3"/>
    <w:rsid w:val="00D263D2"/>
    <w:rsid w:val="00D32936"/>
    <w:rsid w:val="00D34280"/>
    <w:rsid w:val="00D34E9B"/>
    <w:rsid w:val="00D352F5"/>
    <w:rsid w:val="00D44E86"/>
    <w:rsid w:val="00D50D56"/>
    <w:rsid w:val="00D53D35"/>
    <w:rsid w:val="00D56432"/>
    <w:rsid w:val="00D57271"/>
    <w:rsid w:val="00D60B48"/>
    <w:rsid w:val="00D654A2"/>
    <w:rsid w:val="00D67D7A"/>
    <w:rsid w:val="00D77691"/>
    <w:rsid w:val="00D777A5"/>
    <w:rsid w:val="00D834CA"/>
    <w:rsid w:val="00D83D09"/>
    <w:rsid w:val="00D84CAA"/>
    <w:rsid w:val="00D85641"/>
    <w:rsid w:val="00D91620"/>
    <w:rsid w:val="00D951EE"/>
    <w:rsid w:val="00D962AD"/>
    <w:rsid w:val="00DA252F"/>
    <w:rsid w:val="00DB0C38"/>
    <w:rsid w:val="00DB274A"/>
    <w:rsid w:val="00DB2F85"/>
    <w:rsid w:val="00DC3706"/>
    <w:rsid w:val="00DC4F45"/>
    <w:rsid w:val="00DC562F"/>
    <w:rsid w:val="00DC7592"/>
    <w:rsid w:val="00DD4516"/>
    <w:rsid w:val="00DD6424"/>
    <w:rsid w:val="00DE0211"/>
    <w:rsid w:val="00DE0928"/>
    <w:rsid w:val="00DE5E2D"/>
    <w:rsid w:val="00DE7F35"/>
    <w:rsid w:val="00DF3438"/>
    <w:rsid w:val="00DF3A71"/>
    <w:rsid w:val="00DF7874"/>
    <w:rsid w:val="00DF7C2E"/>
    <w:rsid w:val="00E06137"/>
    <w:rsid w:val="00E122EC"/>
    <w:rsid w:val="00E1362E"/>
    <w:rsid w:val="00E14C6F"/>
    <w:rsid w:val="00E1613C"/>
    <w:rsid w:val="00E1637B"/>
    <w:rsid w:val="00E175B4"/>
    <w:rsid w:val="00E20C54"/>
    <w:rsid w:val="00E24AA7"/>
    <w:rsid w:val="00E266DD"/>
    <w:rsid w:val="00E3032A"/>
    <w:rsid w:val="00E33375"/>
    <w:rsid w:val="00E42E64"/>
    <w:rsid w:val="00E45E88"/>
    <w:rsid w:val="00E475E5"/>
    <w:rsid w:val="00E52582"/>
    <w:rsid w:val="00E53D7E"/>
    <w:rsid w:val="00E54353"/>
    <w:rsid w:val="00E54714"/>
    <w:rsid w:val="00E6174C"/>
    <w:rsid w:val="00E6260E"/>
    <w:rsid w:val="00E63436"/>
    <w:rsid w:val="00E6530E"/>
    <w:rsid w:val="00E660AB"/>
    <w:rsid w:val="00E72591"/>
    <w:rsid w:val="00E72A7C"/>
    <w:rsid w:val="00E72D38"/>
    <w:rsid w:val="00E77500"/>
    <w:rsid w:val="00E8061E"/>
    <w:rsid w:val="00E82BAF"/>
    <w:rsid w:val="00E831EC"/>
    <w:rsid w:val="00E839F5"/>
    <w:rsid w:val="00E86D13"/>
    <w:rsid w:val="00E90331"/>
    <w:rsid w:val="00E9100D"/>
    <w:rsid w:val="00E9528E"/>
    <w:rsid w:val="00E9627D"/>
    <w:rsid w:val="00EA1C8E"/>
    <w:rsid w:val="00EB2FE2"/>
    <w:rsid w:val="00EB4065"/>
    <w:rsid w:val="00EB4B63"/>
    <w:rsid w:val="00EB5A71"/>
    <w:rsid w:val="00EC3466"/>
    <w:rsid w:val="00ED1062"/>
    <w:rsid w:val="00ED62F5"/>
    <w:rsid w:val="00EE361F"/>
    <w:rsid w:val="00EE4BB5"/>
    <w:rsid w:val="00F02BBD"/>
    <w:rsid w:val="00F07F0E"/>
    <w:rsid w:val="00F11A1E"/>
    <w:rsid w:val="00F13D7D"/>
    <w:rsid w:val="00F145B9"/>
    <w:rsid w:val="00F14963"/>
    <w:rsid w:val="00F279E3"/>
    <w:rsid w:val="00F34931"/>
    <w:rsid w:val="00F41BB0"/>
    <w:rsid w:val="00F44997"/>
    <w:rsid w:val="00F75594"/>
    <w:rsid w:val="00F76210"/>
    <w:rsid w:val="00F769A8"/>
    <w:rsid w:val="00F80A40"/>
    <w:rsid w:val="00F83E31"/>
    <w:rsid w:val="00F854DB"/>
    <w:rsid w:val="00F92954"/>
    <w:rsid w:val="00F9710B"/>
    <w:rsid w:val="00FA7FA7"/>
    <w:rsid w:val="00FB0466"/>
    <w:rsid w:val="00FB06F1"/>
    <w:rsid w:val="00FB12F1"/>
    <w:rsid w:val="00FB3007"/>
    <w:rsid w:val="00FB5E73"/>
    <w:rsid w:val="00FB776D"/>
    <w:rsid w:val="00FC0BC4"/>
    <w:rsid w:val="00FC2FCB"/>
    <w:rsid w:val="00FC7C58"/>
    <w:rsid w:val="00FD4348"/>
    <w:rsid w:val="00FD76DE"/>
    <w:rsid w:val="00FE2162"/>
    <w:rsid w:val="00FE429C"/>
    <w:rsid w:val="00FE4C71"/>
    <w:rsid w:val="00FE4EDA"/>
    <w:rsid w:val="00FE6F42"/>
    <w:rsid w:val="029A1274"/>
    <w:rsid w:val="03D02C73"/>
    <w:rsid w:val="0420288F"/>
    <w:rsid w:val="05745FDD"/>
    <w:rsid w:val="07EE0595"/>
    <w:rsid w:val="0B3F0FC3"/>
    <w:rsid w:val="11A36370"/>
    <w:rsid w:val="14326EC4"/>
    <w:rsid w:val="18153828"/>
    <w:rsid w:val="1BA3397F"/>
    <w:rsid w:val="39D344F7"/>
    <w:rsid w:val="3AF67AE5"/>
    <w:rsid w:val="44324DF3"/>
    <w:rsid w:val="458D1FF5"/>
    <w:rsid w:val="45FA7B48"/>
    <w:rsid w:val="48EE67DF"/>
    <w:rsid w:val="5C1F3EBD"/>
    <w:rsid w:val="5C70155D"/>
    <w:rsid w:val="627003B2"/>
    <w:rsid w:val="68DA0B1C"/>
    <w:rsid w:val="6BB86B5F"/>
    <w:rsid w:val="6D535020"/>
    <w:rsid w:val="6DBB2EEF"/>
    <w:rsid w:val="6E183B4C"/>
    <w:rsid w:val="71020235"/>
    <w:rsid w:val="740F471B"/>
    <w:rsid w:val="7AAE0515"/>
    <w:rsid w:val="7ABD4EDA"/>
    <w:rsid w:val="7ACB62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1" fillcolor="white">
      <v:fill color="white"/>
    </o:shapedefaults>
    <o:shapelayout v:ext="edit">
      <o:idmap v:ext="edit" data="2"/>
    </o:shapelayout>
  </w:shapeDefaults>
  <w:decimalSymbol w:val="."/>
  <w:listSeparator w:val=","/>
  <w14:docId w14:val="185DCCC9"/>
  <w15:docId w15:val="{97633AA6-B64C-455D-BB44-B5174F861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qFormat="1"/>
    <w:lsdException w:name="Strong" w:qFormat="1"/>
    <w:lsdException w:name="Emphasis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qFormat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00" w:lineRule="exact"/>
      <w:jc w:val="left"/>
      <w:outlineLvl w:val="1"/>
    </w:pPr>
    <w:rPr>
      <w:rFonts w:ascii="Cambria" w:eastAsia="宋体" w:hAnsi="Cambria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line="360" w:lineRule="auto"/>
      <w:outlineLvl w:val="2"/>
    </w:pPr>
    <w:rPr>
      <w:rFonts w:ascii="Calibri" w:eastAsia="宋体" w:hAnsi="Calibri" w:cs="Times New Roman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Pr>
      <w:rFonts w:ascii="宋体" w:eastAsia="宋体" w:hAnsi="Courier New" w:cs="Times New Roman"/>
      <w:kern w:val="0"/>
      <w:sz w:val="20"/>
      <w:szCs w:val="20"/>
    </w:rPr>
  </w:style>
  <w:style w:type="paragraph" w:styleId="a5">
    <w:name w:val="Balloon Text"/>
    <w:basedOn w:val="a"/>
    <w:link w:val="a6"/>
    <w:rPr>
      <w:sz w:val="18"/>
      <w:szCs w:val="18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Subtitle"/>
    <w:basedOn w:val="a"/>
    <w:next w:val="a"/>
    <w:link w:val="ac"/>
    <w:qFormat/>
    <w:pPr>
      <w:spacing w:before="120" w:after="120" w:line="360" w:lineRule="auto"/>
      <w:outlineLvl w:val="1"/>
    </w:pPr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d">
    <w:name w:val="Normal (Web)"/>
    <w:basedOn w:val="a"/>
    <w:qFormat/>
    <w:pPr>
      <w:jc w:val="left"/>
    </w:pPr>
    <w:rPr>
      <w:rFonts w:cs="Times New Roman"/>
      <w:kern w:val="0"/>
      <w:sz w:val="18"/>
      <w:szCs w:val="18"/>
    </w:rPr>
  </w:style>
  <w:style w:type="table" w:styleId="ae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Strong"/>
    <w:basedOn w:val="a0"/>
    <w:qFormat/>
    <w:rPr>
      <w:b/>
    </w:rPr>
  </w:style>
  <w:style w:type="character" w:styleId="af0">
    <w:name w:val="FollowedHyperlink"/>
    <w:basedOn w:val="a0"/>
    <w:qFormat/>
    <w:rPr>
      <w:color w:val="406899"/>
      <w:u w:val="none"/>
    </w:rPr>
  </w:style>
  <w:style w:type="character" w:styleId="af1">
    <w:name w:val="Emphasis"/>
    <w:basedOn w:val="a0"/>
    <w:qFormat/>
    <w:rPr>
      <w:i/>
      <w:sz w:val="18"/>
      <w:szCs w:val="18"/>
    </w:rPr>
  </w:style>
  <w:style w:type="character" w:styleId="af2">
    <w:name w:val="Hyperlink"/>
    <w:basedOn w:val="a0"/>
    <w:uiPriority w:val="99"/>
    <w:qFormat/>
    <w:rPr>
      <w:color w:val="406899"/>
      <w:u w:val="none"/>
    </w:rPr>
  </w:style>
  <w:style w:type="character" w:styleId="HTML">
    <w:name w:val="HTML Code"/>
    <w:basedOn w:val="a0"/>
    <w:rPr>
      <w:rFonts w:ascii="Courier New" w:hAnsi="Courier New"/>
      <w:sz w:val="18"/>
      <w:szCs w:val="18"/>
    </w:rPr>
  </w:style>
  <w:style w:type="character" w:styleId="HTML0">
    <w:name w:val="HTML Cite"/>
    <w:basedOn w:val="a0"/>
    <w:qFormat/>
    <w:rPr>
      <w:i/>
      <w:sz w:val="18"/>
      <w:szCs w:val="18"/>
    </w:rPr>
  </w:style>
  <w:style w:type="character" w:customStyle="1" w:styleId="aa">
    <w:name w:val="页眉 字符"/>
    <w:basedOn w:val="a0"/>
    <w:link w:val="a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脚 字符"/>
    <w:basedOn w:val="a0"/>
    <w:link w:val="a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0">
    <w:name w:val="标题 2 字符"/>
    <w:basedOn w:val="a0"/>
    <w:link w:val="2"/>
    <w:qFormat/>
    <w:rPr>
      <w:rFonts w:ascii="Cambria" w:hAnsi="Cambria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"/>
    <w:rPr>
      <w:rFonts w:ascii="Calibri" w:hAnsi="Calibri"/>
      <w:b/>
      <w:bCs/>
      <w:kern w:val="2"/>
      <w:sz w:val="28"/>
      <w:szCs w:val="32"/>
    </w:rPr>
  </w:style>
  <w:style w:type="character" w:customStyle="1" w:styleId="a4">
    <w:name w:val="纯文本 字符"/>
    <w:link w:val="a3"/>
    <w:qFormat/>
    <w:rPr>
      <w:rFonts w:ascii="宋体" w:hAnsi="Courier New"/>
    </w:rPr>
  </w:style>
  <w:style w:type="character" w:customStyle="1" w:styleId="ac">
    <w:name w:val="副标题 字符"/>
    <w:link w:val="ab"/>
    <w:qFormat/>
    <w:rPr>
      <w:rFonts w:ascii="Cambria" w:hAnsi="Cambria"/>
      <w:b/>
      <w:bCs/>
      <w:kern w:val="28"/>
      <w:sz w:val="32"/>
      <w:szCs w:val="32"/>
    </w:rPr>
  </w:style>
  <w:style w:type="character" w:customStyle="1" w:styleId="Char1">
    <w:name w:val="副标题 Char1"/>
    <w:basedOn w:val="a0"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10">
    <w:name w:val="纯文本 Char1"/>
    <w:basedOn w:val="a0"/>
    <w:rPr>
      <w:rFonts w:ascii="宋体" w:hAnsi="Courier New" w:cs="Courier New"/>
      <w:kern w:val="2"/>
      <w:sz w:val="21"/>
      <w:szCs w:val="21"/>
    </w:rPr>
  </w:style>
  <w:style w:type="paragraph" w:styleId="af3">
    <w:name w:val="List Paragraph"/>
    <w:basedOn w:val="a"/>
    <w:uiPriority w:val="34"/>
    <w:qFormat/>
    <w:pPr>
      <w:ind w:firstLineChars="200" w:firstLine="420"/>
    </w:pPr>
    <w:rPr>
      <w:szCs w:val="22"/>
    </w:rPr>
  </w:style>
  <w:style w:type="character" w:customStyle="1" w:styleId="a6">
    <w:name w:val="批注框文本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af4">
    <w:name w:val="封面标准名称"/>
    <w:uiPriority w:val="10"/>
    <w:qFormat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character" w:customStyle="1" w:styleId="2Char">
    <w:name w:val="标题 2 Char"/>
    <w:qFormat/>
    <w:rPr>
      <w:rFonts w:ascii="Arial" w:eastAsia="黑体" w:hAnsi="Arial"/>
      <w:b/>
      <w:bCs/>
      <w:kern w:val="2"/>
      <w:sz w:val="32"/>
      <w:szCs w:val="32"/>
    </w:r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idu.com/s?wd=%E4%B8%B2%E9%80%9A%E6%8A%95%E6%A0%87&amp;tn=SE_PcZhidaonwhc_ngpagmjz&amp;rsv_dl=gh_pc_zhidao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baidu.com/s?wd=%E6%8B%9B%E6%A0%87%E4%BB%A3%E7%90%86%E6%9C%BA%E6%9E%84&amp;tn=SE_PcZhidaonwhc_ngpagmjz&amp;rsv_dl=gh_pc_zhida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https://www.baidu.com/s?wd=%E4%B8%B2%E9%80%9A%E6%8A%95%E6%A0%87&amp;tn=SE_PcZhidaonwhc_ngpagmjz&amp;rsv_dl=gh_pc_zhidao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baidu.com/s?wd=%E7%A4%BE%E4%BC%9A%E5%85%AC%E5%85%B1%E5%88%A9%E7%9B%8A&amp;tn=SE_PcZhidaonwhc_ngpagmjz&amp;rsv_dl=gh_pc_zhidao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114"/>
    <customShpInfo spid="_x0000_s2113"/>
    <customShpInfo spid="_x0000_s2112"/>
    <customShpInfo spid="_x0000_s2119"/>
    <customShpInfo spid="_x0000_s2118"/>
    <customShpInfo spid="_x0000_s2117"/>
    <customShpInfo spid="_x0000_s2116"/>
    <customShpInfo spid="_x0000_s2115"/>
  </customShpExts>
</s:customData>
</file>

<file path=customXml/itemProps1.xml><?xml version="1.0" encoding="utf-8"?>
<ds:datastoreItem xmlns:ds="http://schemas.openxmlformats.org/officeDocument/2006/customXml" ds:itemID="{13B6BB7D-A1B2-4E87-9685-56206A879708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1917</TotalTime>
  <Pages>5</Pages>
  <Words>480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冯志国18586036963</dc:creator>
  <cp:lastModifiedBy>君 姚</cp:lastModifiedBy>
  <cp:revision>853</cp:revision>
  <dcterms:created xsi:type="dcterms:W3CDTF">2018-06-08T02:14:00Z</dcterms:created>
  <dcterms:modified xsi:type="dcterms:W3CDTF">2024-01-26T07:17:00Z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3ED602BFF4AA457FA8197E66E52458D7</vt:lpwstr>
  </property>
</Properties>
</file>